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B53A6" w14:textId="77777777" w:rsidR="008204B9" w:rsidRPr="00774FBA" w:rsidRDefault="008204B9" w:rsidP="008204B9">
      <w:pPr>
        <w:ind w:left="7090"/>
        <w:jc w:val="right"/>
        <w:rPr>
          <w:rFonts w:ascii="Helvetica" w:hAnsi="Helvetica" w:cs="Courier New"/>
          <w:color w:val="000000"/>
          <w:sz w:val="20"/>
          <w:szCs w:val="20"/>
        </w:rPr>
      </w:pPr>
      <w:r w:rsidRPr="00774FBA">
        <w:rPr>
          <w:rFonts w:ascii="Helvetica" w:hAnsi="Helvetica" w:cs="Courier New"/>
          <w:color w:val="000000"/>
          <w:sz w:val="20"/>
          <w:szCs w:val="20"/>
        </w:rPr>
        <w:t>Formblatt 8</w:t>
      </w:r>
    </w:p>
    <w:p w14:paraId="23F4AC2C" w14:textId="77777777" w:rsidR="008204B9" w:rsidRPr="00774FBA" w:rsidRDefault="008204B9" w:rsidP="008204B9">
      <w:pPr>
        <w:pStyle w:val="Kopfzeile"/>
        <w:tabs>
          <w:tab w:val="clear" w:pos="4536"/>
          <w:tab w:val="clear" w:pos="9072"/>
        </w:tabs>
        <w:jc w:val="center"/>
        <w:rPr>
          <w:rFonts w:ascii="Helvetica" w:hAnsi="Helvetica" w:cs="Courier New"/>
          <w:sz w:val="20"/>
        </w:rPr>
      </w:pPr>
    </w:p>
    <w:p w14:paraId="7C7DD58B" w14:textId="77777777" w:rsidR="008204B9" w:rsidRPr="00774FBA" w:rsidRDefault="008204B9" w:rsidP="008204B9">
      <w:pPr>
        <w:pStyle w:val="Kopfzeile"/>
        <w:tabs>
          <w:tab w:val="clear" w:pos="4536"/>
          <w:tab w:val="clear" w:pos="9072"/>
        </w:tabs>
        <w:jc w:val="center"/>
        <w:rPr>
          <w:rFonts w:ascii="Helvetica" w:hAnsi="Helvetica" w:cs="Courier New"/>
          <w:b/>
          <w:bCs/>
          <w:sz w:val="20"/>
        </w:rPr>
      </w:pPr>
      <w:r w:rsidRPr="00774FBA">
        <w:rPr>
          <w:rFonts w:ascii="Helvetica" w:hAnsi="Helvetica" w:cs="Courier New"/>
          <w:b/>
          <w:bCs/>
          <w:sz w:val="20"/>
        </w:rPr>
        <w:t>Eigenerklärung Referenzen Projektleitung</w:t>
      </w:r>
    </w:p>
    <w:p w14:paraId="0276333B" w14:textId="77777777" w:rsidR="008204B9" w:rsidRPr="00774FBA" w:rsidRDefault="008204B9" w:rsidP="008204B9">
      <w:pPr>
        <w:pStyle w:val="Kopfzeile"/>
        <w:tabs>
          <w:tab w:val="clear" w:pos="4536"/>
          <w:tab w:val="clear" w:pos="9072"/>
        </w:tabs>
        <w:jc w:val="center"/>
        <w:rPr>
          <w:rFonts w:ascii="Helvetica" w:hAnsi="Helvetica" w:cs="Courier New"/>
          <w:sz w:val="20"/>
        </w:rPr>
      </w:pPr>
    </w:p>
    <w:p w14:paraId="0B9809F8" w14:textId="77777777" w:rsidR="008204B9" w:rsidRPr="00FD3131" w:rsidRDefault="008204B9" w:rsidP="00FD3131">
      <w:pPr>
        <w:pStyle w:val="Kopfzeile"/>
        <w:jc w:val="both"/>
        <w:rPr>
          <w:rFonts w:ascii="Helvetica" w:hAnsi="Helvetica" w:cs="Courier New"/>
          <w:szCs w:val="22"/>
        </w:rPr>
      </w:pPr>
      <w:r w:rsidRPr="00FD3131">
        <w:rPr>
          <w:rFonts w:ascii="Helvetica" w:hAnsi="Helvetica" w:cs="Courier New"/>
          <w:szCs w:val="22"/>
        </w:rPr>
        <w:t>Im Folgenden sind Referenzprojekte der Projektleitung anzugeben.</w:t>
      </w:r>
    </w:p>
    <w:p w14:paraId="330783F2" w14:textId="0B82B751" w:rsidR="008204B9" w:rsidRDefault="00FD3131" w:rsidP="00DB25E1">
      <w:pPr>
        <w:pStyle w:val="Kopfzeile"/>
        <w:tabs>
          <w:tab w:val="clear" w:pos="4536"/>
          <w:tab w:val="clear" w:pos="9072"/>
        </w:tabs>
        <w:jc w:val="both"/>
        <w:rPr>
          <w:rStyle w:val="normaltextrun"/>
          <w:rFonts w:ascii="Helvetica" w:eastAsia="Helvetica" w:hAnsi="Helvetica" w:cs="Helvetica"/>
          <w:szCs w:val="22"/>
        </w:rPr>
      </w:pPr>
      <w:r w:rsidRPr="00FD3131">
        <w:rPr>
          <w:rStyle w:val="normaltextrun"/>
          <w:rFonts w:ascii="Helvetica" w:eastAsia="Helvetica" w:hAnsi="Helvetica" w:cs="Helvetica"/>
          <w:szCs w:val="22"/>
        </w:rPr>
        <w:t>Referenzen, im Rahmen derer ein Audioformat bzw. Podcast erfolgreich geplant und produziert wurde. Dabei muss die vorgesehene Projektleitung in einer vergleichbaren Stellung (z.B. als Projektleitung oder stellvertretende Projektleitung) tätig gewesen sein</w:t>
      </w:r>
      <w:r>
        <w:rPr>
          <w:rStyle w:val="normaltextrun"/>
          <w:rFonts w:ascii="Helvetica" w:eastAsia="Helvetica" w:hAnsi="Helvetica" w:cs="Helvetica"/>
          <w:szCs w:val="22"/>
        </w:rPr>
        <w:t>.</w:t>
      </w:r>
    </w:p>
    <w:p w14:paraId="36348269" w14:textId="77777777" w:rsidR="00DB25E1" w:rsidRPr="00DB25E1" w:rsidRDefault="00DB25E1" w:rsidP="00DB25E1">
      <w:pPr>
        <w:pStyle w:val="Kopfzeile"/>
        <w:tabs>
          <w:tab w:val="clear" w:pos="4536"/>
          <w:tab w:val="clear" w:pos="9072"/>
        </w:tabs>
        <w:jc w:val="both"/>
        <w:rPr>
          <w:rFonts w:ascii="Helvetica" w:eastAsia="Helvetica" w:hAnsi="Helvetica" w:cs="Helvetica"/>
          <w:szCs w:val="22"/>
        </w:rPr>
      </w:pPr>
    </w:p>
    <w:p w14:paraId="425D9B21" w14:textId="77777777" w:rsidR="008204B9" w:rsidRPr="00FD3131" w:rsidRDefault="008204B9" w:rsidP="008204B9">
      <w:pPr>
        <w:pStyle w:val="Kopfzeile"/>
        <w:tabs>
          <w:tab w:val="clear" w:pos="4536"/>
          <w:tab w:val="clear" w:pos="9072"/>
        </w:tabs>
        <w:rPr>
          <w:rFonts w:ascii="Helvetica" w:hAnsi="Helvetica" w:cs="Courier New"/>
          <w:sz w:val="21"/>
          <w:szCs w:val="21"/>
        </w:rPr>
      </w:pPr>
      <w:r w:rsidRPr="00FD3131">
        <w:rPr>
          <w:rFonts w:ascii="Helvetica" w:hAnsi="Helvetica" w:cs="Courier New"/>
          <w:sz w:val="21"/>
          <w:szCs w:val="21"/>
        </w:rPr>
        <w:t>Die angegebenen Referenzen fließen entsprechend den Angaben in der Bekanntmachung in die Bewertung der Angebote ein.</w:t>
      </w:r>
    </w:p>
    <w:p w14:paraId="6EC77ECD" w14:textId="77777777" w:rsidR="008204B9" w:rsidRPr="00FD3131" w:rsidRDefault="008204B9" w:rsidP="008204B9">
      <w:pPr>
        <w:pStyle w:val="Kopfzeile"/>
        <w:tabs>
          <w:tab w:val="clear" w:pos="4536"/>
          <w:tab w:val="clear" w:pos="9072"/>
        </w:tabs>
        <w:rPr>
          <w:rFonts w:ascii="Helvetica" w:hAnsi="Helvetica" w:cs="Courier New"/>
          <w:sz w:val="21"/>
          <w:szCs w:val="21"/>
        </w:rPr>
      </w:pPr>
    </w:p>
    <w:p w14:paraId="76586605" w14:textId="77777777" w:rsidR="008204B9" w:rsidRPr="00FD3131" w:rsidRDefault="008204B9" w:rsidP="008204B9">
      <w:pPr>
        <w:pStyle w:val="Kopfzeile"/>
        <w:tabs>
          <w:tab w:val="clear" w:pos="4536"/>
          <w:tab w:val="clear" w:pos="9072"/>
        </w:tabs>
        <w:rPr>
          <w:rFonts w:ascii="Helvetica" w:hAnsi="Helvetica" w:cs="Courier New"/>
          <w:sz w:val="21"/>
          <w:szCs w:val="21"/>
        </w:rPr>
      </w:pPr>
      <w:r w:rsidRPr="00FD3131">
        <w:rPr>
          <w:rFonts w:ascii="Helvetica" w:hAnsi="Helvetica" w:cs="Courier New"/>
          <w:sz w:val="21"/>
          <w:szCs w:val="21"/>
        </w:rPr>
        <w:t>Bei Angabe einer größeren Anzahl von Referenzen kann dieses Formblatt kopiert und mehrfach eingereicht werden.</w:t>
      </w:r>
    </w:p>
    <w:p w14:paraId="384ECF12" w14:textId="77777777" w:rsidR="008204B9" w:rsidRPr="00774FBA" w:rsidRDefault="008204B9" w:rsidP="008204B9">
      <w:pPr>
        <w:pStyle w:val="Kopfzeile"/>
        <w:tabs>
          <w:tab w:val="clear" w:pos="4536"/>
          <w:tab w:val="clear" w:pos="9072"/>
        </w:tabs>
        <w:rPr>
          <w:rFonts w:ascii="Helvetica" w:hAnsi="Helvetica" w:cs="Courier New"/>
          <w:sz w:val="20"/>
        </w:rPr>
      </w:pPr>
    </w:p>
    <w:p w14:paraId="26719CAA" w14:textId="77777777" w:rsidR="008204B9" w:rsidRPr="00774FBA" w:rsidRDefault="008204B9" w:rsidP="008204B9">
      <w:pPr>
        <w:pStyle w:val="Kopfzeile"/>
        <w:tabs>
          <w:tab w:val="clear" w:pos="4536"/>
          <w:tab w:val="clear" w:pos="9072"/>
        </w:tabs>
        <w:rPr>
          <w:rFonts w:ascii="Helvetica" w:hAnsi="Helvetica" w:cs="Courier New"/>
          <w:sz w:val="20"/>
        </w:rPr>
      </w:pPr>
    </w:p>
    <w:p w14:paraId="273CF66E" w14:textId="77777777" w:rsidR="008204B9" w:rsidRPr="00774FBA" w:rsidRDefault="008204B9" w:rsidP="008204B9">
      <w:pPr>
        <w:pStyle w:val="Kopfzeile"/>
        <w:tabs>
          <w:tab w:val="clear" w:pos="4536"/>
          <w:tab w:val="clear" w:pos="9072"/>
        </w:tabs>
        <w:rPr>
          <w:rFonts w:ascii="Helvetica" w:hAnsi="Helvetica" w:cs="Courier New"/>
          <w:sz w:val="20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143"/>
      </w:tblGrid>
      <w:tr w:rsidR="008204B9" w:rsidRPr="00774FBA" w14:paraId="263ADBB2" w14:textId="77777777" w:rsidTr="00A40413">
        <w:trPr>
          <w:trHeight w:val="567"/>
        </w:trPr>
        <w:tc>
          <w:tcPr>
            <w:tcW w:w="9615" w:type="dxa"/>
            <w:gridSpan w:val="2"/>
          </w:tcPr>
          <w:p w14:paraId="68C69B25" w14:textId="77777777" w:rsidR="008204B9" w:rsidRPr="00774FBA" w:rsidRDefault="008204B9" w:rsidP="00A40413">
            <w:pPr>
              <w:pStyle w:val="Kopfzeile"/>
              <w:tabs>
                <w:tab w:val="clear" w:pos="4536"/>
                <w:tab w:val="clear" w:pos="9072"/>
                <w:tab w:val="left" w:pos="540"/>
              </w:tabs>
              <w:spacing w:after="120" w:line="320" w:lineRule="exact"/>
              <w:ind w:left="965" w:hanging="425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1. Name des Referenzprojektes:</w:t>
            </w:r>
            <w:r w:rsidRPr="00774FBA">
              <w:rPr>
                <w:rFonts w:ascii="Helvetica" w:hAnsi="Helvetica" w:cs="Courier New"/>
                <w:sz w:val="20"/>
              </w:rPr>
              <w:t xml:space="preserve">   </w:t>
            </w:r>
            <w:sdt>
              <w:sdtPr>
                <w:rPr>
                  <w:rFonts w:ascii="Helvetica" w:hAnsi="Helvetica" w:cs="Courier New"/>
                  <w:sz w:val="20"/>
                  <w:u w:val="single"/>
                </w:rPr>
                <w:id w:val="-137193763"/>
                <w:placeholder>
                  <w:docPart w:val="277579FF1528354FB0A8B9B9FF5F39B2"/>
                </w:placeholder>
                <w:showingPlcHdr/>
              </w:sdtPr>
              <w:sdtEndPr/>
              <w:sdtContent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sdtContent>
            </w:sdt>
          </w:p>
        </w:tc>
      </w:tr>
      <w:tr w:rsidR="008204B9" w:rsidRPr="00774FBA" w14:paraId="2F6AD3E5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3B0AFBCE" w14:textId="77777777" w:rsidR="008204B9" w:rsidRPr="00774FBA" w:rsidRDefault="008204B9" w:rsidP="00A40413">
            <w:pPr>
              <w:pStyle w:val="Kopfzeile"/>
              <w:tabs>
                <w:tab w:val="left" w:pos="54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Ausführliche Beschreibung des Projekts hinsichtlich Gegenstands und Umfang</w:t>
            </w:r>
          </w:p>
        </w:tc>
      </w:tr>
      <w:tr w:rsidR="008204B9" w:rsidRPr="00774FBA" w14:paraId="0044F993" w14:textId="77777777" w:rsidTr="00A40413">
        <w:trPr>
          <w:trHeight w:val="567"/>
        </w:trPr>
        <w:tc>
          <w:tcPr>
            <w:tcW w:w="9615" w:type="dxa"/>
            <w:gridSpan w:val="2"/>
            <w:tcBorders>
              <w:top w:val="nil"/>
            </w:tcBorders>
          </w:tcPr>
          <w:sdt>
            <w:sdtPr>
              <w:rPr>
                <w:rFonts w:ascii="Helvetica" w:hAnsi="Helvetica" w:cs="Courier New"/>
                <w:sz w:val="20"/>
              </w:rPr>
              <w:id w:val="1958520788"/>
              <w:placeholder>
                <w:docPart w:val="0BB70DAC2A1984448880C73424471E80"/>
              </w:placeholder>
              <w:showingPlcHdr/>
            </w:sdtPr>
            <w:sdtEndPr/>
            <w:sdtContent>
              <w:p w14:paraId="304FCBAA" w14:textId="77777777" w:rsidR="008204B9" w:rsidRPr="00774FBA" w:rsidRDefault="008204B9" w:rsidP="00A40413">
                <w:pPr>
                  <w:pStyle w:val="Kopfzeile"/>
                  <w:tabs>
                    <w:tab w:val="left" w:pos="540"/>
                  </w:tabs>
                  <w:spacing w:after="120" w:line="320" w:lineRule="exact"/>
                  <w:ind w:left="540"/>
                  <w:rPr>
                    <w:rFonts w:ascii="Helvetica" w:hAnsi="Helvetica" w:cs="Courier New"/>
                    <w:sz w:val="20"/>
                    <w:u w:val="single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sdtContent>
          </w:sdt>
        </w:tc>
      </w:tr>
      <w:tr w:rsidR="008204B9" w:rsidRPr="00774FBA" w14:paraId="0813F487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71273472" w14:textId="77777777" w:rsidR="008204B9" w:rsidRPr="00774FBA" w:rsidRDefault="008204B9" w:rsidP="00A40413">
            <w:pPr>
              <w:pStyle w:val="Kopfzeile"/>
              <w:tabs>
                <w:tab w:val="left" w:pos="54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Beschreibung der Tätigkeit und Funktion des*der Mitarbeiter*in im Rahmen des Projekts:</w:t>
            </w:r>
          </w:p>
        </w:tc>
      </w:tr>
      <w:tr w:rsidR="008204B9" w:rsidRPr="00774FBA" w14:paraId="772016A9" w14:textId="77777777" w:rsidTr="00A40413">
        <w:trPr>
          <w:trHeight w:val="567"/>
        </w:trPr>
        <w:tc>
          <w:tcPr>
            <w:tcW w:w="9615" w:type="dxa"/>
            <w:gridSpan w:val="2"/>
            <w:tcBorders>
              <w:top w:val="nil"/>
            </w:tcBorders>
          </w:tcPr>
          <w:sdt>
            <w:sdtPr>
              <w:rPr>
                <w:rFonts w:ascii="Helvetica" w:hAnsi="Helvetica" w:cs="Courier New"/>
                <w:sz w:val="20"/>
              </w:rPr>
              <w:id w:val="-1421327918"/>
              <w:placeholder>
                <w:docPart w:val="EAEE1DC459AB824486DC8759CFFCF1CA"/>
              </w:placeholder>
              <w:showingPlcHdr/>
            </w:sdtPr>
            <w:sdtEndPr/>
            <w:sdtContent>
              <w:p w14:paraId="00988B2E" w14:textId="77777777" w:rsidR="008204B9" w:rsidRPr="00774FBA" w:rsidRDefault="008204B9" w:rsidP="00A40413">
                <w:pPr>
                  <w:pStyle w:val="Kopfzeile"/>
                  <w:tabs>
                    <w:tab w:val="left" w:pos="540"/>
                  </w:tabs>
                  <w:spacing w:after="120" w:line="320" w:lineRule="exact"/>
                  <w:ind w:left="54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sdtContent>
          </w:sdt>
        </w:tc>
      </w:tr>
      <w:tr w:rsidR="008204B9" w:rsidRPr="00774FBA" w14:paraId="480857CA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25123F05" w14:textId="77777777" w:rsidR="008204B9" w:rsidRPr="00774FBA" w:rsidRDefault="008204B9" w:rsidP="00A40413">
            <w:pPr>
              <w:pStyle w:val="Kopfzeile"/>
              <w:tabs>
                <w:tab w:val="left" w:pos="551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Leistungszeitraum:</w:t>
            </w:r>
          </w:p>
        </w:tc>
      </w:tr>
      <w:tr w:rsidR="008204B9" w:rsidRPr="00774FBA" w14:paraId="2788C720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31CCA56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</w:rPr>
              <w:t>von: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28AF294" w14:textId="77777777" w:rsidR="008204B9" w:rsidRPr="00774FBA" w:rsidRDefault="001603D0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875"/>
              <w:rPr>
                <w:rFonts w:ascii="Helvetica" w:hAnsi="Helvetica" w:cs="Courier New"/>
                <w:sz w:val="20"/>
                <w:u w:val="single"/>
              </w:rPr>
            </w:pPr>
            <w:sdt>
              <w:sdtPr>
                <w:rPr>
                  <w:rFonts w:ascii="Helvetica" w:hAnsi="Helvetica" w:cs="Courier New"/>
                  <w:sz w:val="20"/>
                </w:rPr>
                <w:id w:val="1914814282"/>
                <w:placeholder>
                  <w:docPart w:val="75EFC60EEFE0D645AFB651B73ECF9194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Monat.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[Monat] </w:t>
            </w:r>
            <w:r w:rsidR="008204B9" w:rsidRPr="00774FBA">
              <w:rPr>
                <w:rFonts w:ascii="Helvetica" w:hAnsi="Helvetica" w:cs="Courier New"/>
                <w:sz w:val="20"/>
              </w:rPr>
              <w:tab/>
            </w:r>
            <w:sdt>
              <w:sdtPr>
                <w:rPr>
                  <w:rFonts w:ascii="Helvetica" w:hAnsi="Helvetica" w:cs="Courier New"/>
                  <w:sz w:val="20"/>
                </w:rPr>
                <w:id w:val="-243340953"/>
                <w:placeholder>
                  <w:docPart w:val="DE01618688EDE747B01B358915B0FD9F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Jahr.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[Jahr]</w:t>
            </w:r>
          </w:p>
        </w:tc>
      </w:tr>
      <w:tr w:rsidR="008204B9" w:rsidRPr="00774FBA" w14:paraId="68E2747F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54BD94E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bis: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9DC70DD" w14:textId="77777777" w:rsidR="008204B9" w:rsidRPr="00774FBA" w:rsidRDefault="001603D0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875"/>
              <w:rPr>
                <w:rFonts w:ascii="Helvetica" w:hAnsi="Helvetica" w:cs="Courier New"/>
                <w:sz w:val="20"/>
              </w:rPr>
            </w:pPr>
            <w:sdt>
              <w:sdtPr>
                <w:rPr>
                  <w:rFonts w:ascii="Helvetica" w:hAnsi="Helvetica" w:cs="Courier New"/>
                  <w:sz w:val="20"/>
                </w:rPr>
                <w:id w:val="953669821"/>
                <w:placeholder>
                  <w:docPart w:val="8420BD8F2908554DA07309A7DD25B0D0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Monat.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[Monat] </w:t>
            </w:r>
            <w:r w:rsidR="008204B9" w:rsidRPr="00774FBA">
              <w:rPr>
                <w:rFonts w:ascii="Helvetica" w:hAnsi="Helvetica" w:cs="Courier New"/>
                <w:sz w:val="20"/>
              </w:rPr>
              <w:tab/>
            </w:r>
            <w:sdt>
              <w:sdtPr>
                <w:rPr>
                  <w:rFonts w:ascii="Helvetica" w:hAnsi="Helvetica" w:cs="Courier New"/>
                  <w:sz w:val="20"/>
                </w:rPr>
                <w:id w:val="1178699572"/>
                <w:placeholder>
                  <w:docPart w:val="05C763794D21D342BCDBB74FD26144EE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Jahr.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[Jahr]</w:t>
            </w:r>
          </w:p>
        </w:tc>
      </w:tr>
      <w:tr w:rsidR="008204B9" w:rsidRPr="00774FBA" w14:paraId="4A472F55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529C1E67" w14:textId="77777777" w:rsidR="008204B9" w:rsidRPr="00774FBA" w:rsidRDefault="008204B9" w:rsidP="00A40413">
            <w:pPr>
              <w:pStyle w:val="Kopfzeile"/>
              <w:tabs>
                <w:tab w:val="left" w:pos="551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Angaben für Rückfragen:</w:t>
            </w:r>
          </w:p>
        </w:tc>
      </w:tr>
      <w:tr w:rsidR="008204B9" w:rsidRPr="00774FBA" w14:paraId="752F0817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7EFA885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</w:rPr>
              <w:t>Auftraggeber*in: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-717667824"/>
            <w:placeholder>
              <w:docPart w:val="0A0023CC6F929849A06EA6836C1B63E2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020CB96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  <w:tr w:rsidR="008204B9" w:rsidRPr="00774FBA" w14:paraId="638B05D8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85648F4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Ansprechpartner*in: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-1297595797"/>
            <w:placeholder>
              <w:docPart w:val="5F6CCF3475E6C04FB3F2E580E8E6EC27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1397004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  <w:tr w:rsidR="008204B9" w:rsidRPr="00774FBA" w14:paraId="06216462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76C18BE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Telefonnummer: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1731190719"/>
            <w:placeholder>
              <w:docPart w:val="35EB2D5D7D85E746BBD97B0622C7A961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38FE12BB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  <w:tr w:rsidR="008204B9" w:rsidRPr="00774FBA" w14:paraId="18326DDF" w14:textId="77777777" w:rsidTr="00A40413">
        <w:trPr>
          <w:trHeight w:val="567"/>
        </w:trPr>
        <w:tc>
          <w:tcPr>
            <w:tcW w:w="9615" w:type="dxa"/>
            <w:gridSpan w:val="2"/>
          </w:tcPr>
          <w:p w14:paraId="4A14ABEA" w14:textId="77777777" w:rsidR="008204B9" w:rsidRPr="00774FBA" w:rsidRDefault="008204B9" w:rsidP="00A40413">
            <w:pPr>
              <w:pStyle w:val="Kopfzeile"/>
              <w:tabs>
                <w:tab w:val="clear" w:pos="4536"/>
                <w:tab w:val="clear" w:pos="9072"/>
                <w:tab w:val="left" w:pos="540"/>
              </w:tabs>
              <w:spacing w:after="120" w:line="320" w:lineRule="exact"/>
              <w:rPr>
                <w:rFonts w:ascii="Helvetica" w:hAnsi="Helvetica" w:cs="Courier New"/>
                <w:sz w:val="20"/>
                <w:u w:val="single"/>
              </w:rPr>
            </w:pPr>
          </w:p>
          <w:p w14:paraId="1613FF36" w14:textId="77777777" w:rsidR="008204B9" w:rsidRPr="00774FBA" w:rsidRDefault="008204B9" w:rsidP="00A40413">
            <w:pPr>
              <w:pStyle w:val="Kopfzeile"/>
              <w:tabs>
                <w:tab w:val="clear" w:pos="4536"/>
                <w:tab w:val="clear" w:pos="9072"/>
                <w:tab w:val="left" w:pos="540"/>
              </w:tabs>
              <w:spacing w:after="120" w:line="320" w:lineRule="exact"/>
              <w:ind w:left="567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2. Name des Referenzprojektes:</w:t>
            </w:r>
            <w:r w:rsidRPr="00774FBA">
              <w:rPr>
                <w:rFonts w:ascii="Helvetica" w:hAnsi="Helvetica" w:cs="Courier New"/>
                <w:sz w:val="20"/>
              </w:rPr>
              <w:t xml:space="preserve">   </w:t>
            </w:r>
            <w:sdt>
              <w:sdtPr>
                <w:rPr>
                  <w:rFonts w:ascii="Helvetica" w:hAnsi="Helvetica" w:cs="Courier New"/>
                  <w:sz w:val="20"/>
                  <w:u w:val="single"/>
                </w:rPr>
                <w:id w:val="-1668940392"/>
                <w:placeholder>
                  <w:docPart w:val="AA8897053FA15246B649300C5EB2377C"/>
                </w:placeholder>
                <w:showingPlcHdr/>
              </w:sdtPr>
              <w:sdtEndPr/>
              <w:sdtContent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sdtContent>
            </w:sdt>
          </w:p>
        </w:tc>
      </w:tr>
      <w:tr w:rsidR="008204B9" w:rsidRPr="00774FBA" w14:paraId="61C9780B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61ADC0C7" w14:textId="77777777" w:rsidR="008204B9" w:rsidRPr="00774FBA" w:rsidRDefault="008204B9" w:rsidP="00A40413">
            <w:pPr>
              <w:pStyle w:val="Kopfzeile"/>
              <w:tabs>
                <w:tab w:val="left" w:pos="54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lastRenderedPageBreak/>
              <w:t>Ausführliche Beschreibung des Projekts hinsichtlich Gegenstands und Umfang</w:t>
            </w:r>
          </w:p>
        </w:tc>
      </w:tr>
      <w:tr w:rsidR="008204B9" w:rsidRPr="00774FBA" w14:paraId="26E95230" w14:textId="77777777" w:rsidTr="00A40413">
        <w:trPr>
          <w:trHeight w:val="567"/>
        </w:trPr>
        <w:tc>
          <w:tcPr>
            <w:tcW w:w="9615" w:type="dxa"/>
            <w:gridSpan w:val="2"/>
            <w:tcBorders>
              <w:top w:val="nil"/>
            </w:tcBorders>
          </w:tcPr>
          <w:sdt>
            <w:sdtPr>
              <w:rPr>
                <w:rFonts w:ascii="Helvetica" w:hAnsi="Helvetica" w:cs="Courier New"/>
                <w:sz w:val="20"/>
              </w:rPr>
              <w:id w:val="213476042"/>
              <w:placeholder>
                <w:docPart w:val="CA7D9FEAE1BD02438406D4F71B5000EE"/>
              </w:placeholder>
              <w:showingPlcHdr/>
            </w:sdtPr>
            <w:sdtEndPr/>
            <w:sdtContent>
              <w:p w14:paraId="090F3177" w14:textId="77777777" w:rsidR="008204B9" w:rsidRPr="00774FBA" w:rsidRDefault="008204B9" w:rsidP="00A40413">
                <w:pPr>
                  <w:pStyle w:val="Kopfzeile"/>
                  <w:tabs>
                    <w:tab w:val="left" w:pos="540"/>
                  </w:tabs>
                  <w:spacing w:after="120" w:line="320" w:lineRule="exact"/>
                  <w:ind w:left="540"/>
                  <w:rPr>
                    <w:rFonts w:ascii="Helvetica" w:hAnsi="Helvetica" w:cs="Courier New"/>
                    <w:sz w:val="20"/>
                    <w:u w:val="single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sdtContent>
          </w:sdt>
        </w:tc>
      </w:tr>
      <w:tr w:rsidR="008204B9" w:rsidRPr="00774FBA" w14:paraId="636D0820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6002B881" w14:textId="77777777" w:rsidR="008204B9" w:rsidRPr="00774FBA" w:rsidRDefault="008204B9" w:rsidP="00A40413">
            <w:pPr>
              <w:pStyle w:val="Kopfzeile"/>
              <w:tabs>
                <w:tab w:val="left" w:pos="54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Beschreibung der Tätigkeit und Funktion des*der Mitarbeiter*in im Rahmen des Projekts:</w:t>
            </w:r>
          </w:p>
        </w:tc>
      </w:tr>
      <w:tr w:rsidR="008204B9" w:rsidRPr="00774FBA" w14:paraId="17E79021" w14:textId="77777777" w:rsidTr="00A40413">
        <w:trPr>
          <w:trHeight w:val="567"/>
        </w:trPr>
        <w:tc>
          <w:tcPr>
            <w:tcW w:w="9615" w:type="dxa"/>
            <w:gridSpan w:val="2"/>
            <w:tcBorders>
              <w:top w:val="nil"/>
            </w:tcBorders>
          </w:tcPr>
          <w:sdt>
            <w:sdtPr>
              <w:rPr>
                <w:rFonts w:ascii="Helvetica" w:hAnsi="Helvetica" w:cs="Courier New"/>
                <w:sz w:val="20"/>
              </w:rPr>
              <w:id w:val="624279816"/>
              <w:placeholder>
                <w:docPart w:val="B305250457D6FE4EA8C1FE67ABE75E21"/>
              </w:placeholder>
              <w:showingPlcHdr/>
            </w:sdtPr>
            <w:sdtEndPr/>
            <w:sdtContent>
              <w:p w14:paraId="68DD969A" w14:textId="77777777" w:rsidR="008204B9" w:rsidRPr="00774FBA" w:rsidRDefault="008204B9" w:rsidP="00A40413">
                <w:pPr>
                  <w:pStyle w:val="Kopfzeile"/>
                  <w:tabs>
                    <w:tab w:val="left" w:pos="540"/>
                  </w:tabs>
                  <w:spacing w:after="120" w:line="320" w:lineRule="exact"/>
                  <w:ind w:left="54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sdtContent>
          </w:sdt>
        </w:tc>
      </w:tr>
      <w:tr w:rsidR="008204B9" w:rsidRPr="00774FBA" w14:paraId="38792FAA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2990F0F8" w14:textId="77777777" w:rsidR="008204B9" w:rsidRPr="00774FBA" w:rsidRDefault="008204B9" w:rsidP="00A40413">
            <w:pPr>
              <w:pStyle w:val="Kopfzeile"/>
              <w:tabs>
                <w:tab w:val="left" w:pos="551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Leistungszeitraum:</w:t>
            </w:r>
          </w:p>
        </w:tc>
      </w:tr>
      <w:tr w:rsidR="008204B9" w:rsidRPr="00774FBA" w14:paraId="671D1BB5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C2650DF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</w:rPr>
              <w:t>von: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4F932C3" w14:textId="77777777" w:rsidR="008204B9" w:rsidRPr="00774FBA" w:rsidRDefault="001603D0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875"/>
              <w:rPr>
                <w:rFonts w:ascii="Helvetica" w:hAnsi="Helvetica" w:cs="Courier New"/>
                <w:sz w:val="20"/>
                <w:u w:val="single"/>
              </w:rPr>
            </w:pPr>
            <w:sdt>
              <w:sdtPr>
                <w:rPr>
                  <w:rFonts w:ascii="Helvetica" w:hAnsi="Helvetica" w:cs="Courier New"/>
                  <w:sz w:val="20"/>
                </w:rPr>
                <w:id w:val="-631180977"/>
                <w:placeholder>
                  <w:docPart w:val="26A009E880DC4C4BB4114BFF028EAB91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Monat.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[Monat] </w:t>
            </w:r>
            <w:r w:rsidR="008204B9" w:rsidRPr="00774FBA">
              <w:rPr>
                <w:rFonts w:ascii="Helvetica" w:hAnsi="Helvetica" w:cs="Courier New"/>
                <w:sz w:val="20"/>
              </w:rPr>
              <w:tab/>
            </w:r>
            <w:sdt>
              <w:sdtPr>
                <w:rPr>
                  <w:rFonts w:ascii="Helvetica" w:hAnsi="Helvetica" w:cs="Courier New"/>
                  <w:sz w:val="20"/>
                </w:rPr>
                <w:id w:val="-739243340"/>
                <w:placeholder>
                  <w:docPart w:val="E567406A4D9D81489CCBF54E37F47532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Jahr.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[Jahr]</w:t>
            </w:r>
          </w:p>
        </w:tc>
      </w:tr>
      <w:tr w:rsidR="008204B9" w:rsidRPr="00774FBA" w14:paraId="316781C8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2BCE9C9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bis: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461A79A" w14:textId="77777777" w:rsidR="008204B9" w:rsidRPr="00774FBA" w:rsidRDefault="001603D0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875"/>
              <w:rPr>
                <w:rFonts w:ascii="Helvetica" w:hAnsi="Helvetica" w:cs="Courier New"/>
                <w:sz w:val="20"/>
              </w:rPr>
            </w:pPr>
            <w:sdt>
              <w:sdtPr>
                <w:rPr>
                  <w:rFonts w:ascii="Helvetica" w:hAnsi="Helvetica" w:cs="Courier New"/>
                  <w:sz w:val="20"/>
                </w:rPr>
                <w:id w:val="-272012501"/>
                <w:placeholder>
                  <w:docPart w:val="D34F54D059788348BA06A759A7259AAD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Monat.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[Monat] </w:t>
            </w:r>
            <w:r w:rsidR="008204B9" w:rsidRPr="00774FBA">
              <w:rPr>
                <w:rFonts w:ascii="Helvetica" w:hAnsi="Helvetica" w:cs="Courier New"/>
                <w:sz w:val="20"/>
              </w:rPr>
              <w:tab/>
            </w:r>
            <w:sdt>
              <w:sdtPr>
                <w:rPr>
                  <w:rFonts w:ascii="Helvetica" w:hAnsi="Helvetica" w:cs="Courier New"/>
                  <w:sz w:val="20"/>
                </w:rPr>
                <w:id w:val="-1155983012"/>
                <w:placeholder>
                  <w:docPart w:val="36E7B8A850ECD44CBEEF16881EBB9C14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Jahr.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[Jahr]</w:t>
            </w:r>
          </w:p>
        </w:tc>
      </w:tr>
      <w:tr w:rsidR="008204B9" w:rsidRPr="00774FBA" w14:paraId="487DEB42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6AEAB064" w14:textId="77777777" w:rsidR="008204B9" w:rsidRPr="00774FBA" w:rsidRDefault="008204B9" w:rsidP="00A40413">
            <w:pPr>
              <w:pStyle w:val="Kopfzeile"/>
              <w:tabs>
                <w:tab w:val="left" w:pos="551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Angaben für Rückfragen:</w:t>
            </w:r>
          </w:p>
        </w:tc>
      </w:tr>
      <w:tr w:rsidR="008204B9" w:rsidRPr="00774FBA" w14:paraId="3D73C6CF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1B71147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</w:rPr>
              <w:t>Auftraggeber*in: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465400249"/>
            <w:placeholder>
              <w:docPart w:val="A9F6198EA6E0F04DB3D0F20E520F9CE0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071EA385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  <w:tr w:rsidR="008204B9" w:rsidRPr="00774FBA" w14:paraId="2694DEE7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D9ED475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Ansprechpartner*in: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674536845"/>
            <w:placeholder>
              <w:docPart w:val="06DA3CF15AF9E5499BAE551422D189BA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71495D80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  <w:tr w:rsidR="008204B9" w:rsidRPr="00774FBA" w14:paraId="4E4AFF00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3810DF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Telefonnummer: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2125343241"/>
            <w:placeholder>
              <w:docPart w:val="AA386B2145C7BB44AF98DC64B873CCA1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59EC0364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  <w:tr w:rsidR="008204B9" w:rsidRPr="00774FBA" w14:paraId="6F4CF49C" w14:textId="77777777" w:rsidTr="00A40413">
        <w:trPr>
          <w:trHeight w:val="567"/>
        </w:trPr>
        <w:tc>
          <w:tcPr>
            <w:tcW w:w="9615" w:type="dxa"/>
            <w:gridSpan w:val="2"/>
          </w:tcPr>
          <w:p w14:paraId="2E257D84" w14:textId="77777777" w:rsidR="008204B9" w:rsidRPr="00774FBA" w:rsidRDefault="008204B9" w:rsidP="00A40413">
            <w:pPr>
              <w:pStyle w:val="Kopfzeile"/>
              <w:tabs>
                <w:tab w:val="clear" w:pos="4536"/>
                <w:tab w:val="clear" w:pos="9072"/>
                <w:tab w:val="left" w:pos="540"/>
              </w:tabs>
              <w:spacing w:after="120" w:line="320" w:lineRule="exact"/>
              <w:ind w:left="567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3. Name des Referenzprojektes:</w:t>
            </w:r>
            <w:r w:rsidRPr="00774FBA">
              <w:rPr>
                <w:rFonts w:ascii="Helvetica" w:hAnsi="Helvetica" w:cs="Courier New"/>
                <w:sz w:val="20"/>
              </w:rPr>
              <w:t xml:space="preserve">   </w:t>
            </w:r>
            <w:sdt>
              <w:sdtPr>
                <w:rPr>
                  <w:rFonts w:ascii="Helvetica" w:hAnsi="Helvetica" w:cs="Courier New"/>
                  <w:sz w:val="20"/>
                  <w:u w:val="single"/>
                </w:rPr>
                <w:id w:val="1217849272"/>
                <w:placeholder>
                  <w:docPart w:val="BB2988534369A64FBF97E57E5E9C508C"/>
                </w:placeholder>
                <w:showingPlcHdr/>
              </w:sdtPr>
              <w:sdtEndPr/>
              <w:sdtContent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sdtContent>
            </w:sdt>
          </w:p>
        </w:tc>
      </w:tr>
      <w:tr w:rsidR="008204B9" w:rsidRPr="00774FBA" w14:paraId="1D5475A0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765105B2" w14:textId="77777777" w:rsidR="008204B9" w:rsidRPr="00774FBA" w:rsidRDefault="008204B9" w:rsidP="00A40413">
            <w:pPr>
              <w:pStyle w:val="Kopfzeile"/>
              <w:tabs>
                <w:tab w:val="left" w:pos="54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Ausführliche Beschreibung des Projekts hinsichtlich Gegenstands und Umfang</w:t>
            </w:r>
          </w:p>
        </w:tc>
      </w:tr>
      <w:tr w:rsidR="008204B9" w:rsidRPr="00774FBA" w14:paraId="1A7BA614" w14:textId="77777777" w:rsidTr="00A40413">
        <w:trPr>
          <w:trHeight w:val="567"/>
        </w:trPr>
        <w:tc>
          <w:tcPr>
            <w:tcW w:w="9615" w:type="dxa"/>
            <w:gridSpan w:val="2"/>
            <w:tcBorders>
              <w:top w:val="nil"/>
            </w:tcBorders>
          </w:tcPr>
          <w:sdt>
            <w:sdtPr>
              <w:rPr>
                <w:rFonts w:ascii="Helvetica" w:hAnsi="Helvetica" w:cs="Courier New"/>
                <w:sz w:val="20"/>
              </w:rPr>
              <w:id w:val="-156154051"/>
              <w:placeholder>
                <w:docPart w:val="3D78D0D8CF3D2C44BC26AADD4D2930D6"/>
              </w:placeholder>
              <w:showingPlcHdr/>
            </w:sdtPr>
            <w:sdtEndPr/>
            <w:sdtContent>
              <w:p w14:paraId="4C314D9F" w14:textId="77777777" w:rsidR="008204B9" w:rsidRPr="00774FBA" w:rsidRDefault="008204B9" w:rsidP="00A40413">
                <w:pPr>
                  <w:pStyle w:val="Kopfzeile"/>
                  <w:tabs>
                    <w:tab w:val="left" w:pos="540"/>
                  </w:tabs>
                  <w:spacing w:after="120" w:line="320" w:lineRule="exact"/>
                  <w:ind w:left="540"/>
                  <w:rPr>
                    <w:rFonts w:ascii="Helvetica" w:hAnsi="Helvetica" w:cs="Courier New"/>
                    <w:sz w:val="20"/>
                    <w:u w:val="single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sdtContent>
          </w:sdt>
        </w:tc>
      </w:tr>
      <w:tr w:rsidR="008204B9" w:rsidRPr="00774FBA" w14:paraId="35E3288E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149F1487" w14:textId="77777777" w:rsidR="008204B9" w:rsidRPr="00774FBA" w:rsidRDefault="008204B9" w:rsidP="00A40413">
            <w:pPr>
              <w:pStyle w:val="Kopfzeile"/>
              <w:tabs>
                <w:tab w:val="left" w:pos="54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Beschreibung der Tätigkeit und Funktion des*der Mitarbeiter*in im Rahmen des Projekts:</w:t>
            </w:r>
          </w:p>
        </w:tc>
      </w:tr>
      <w:tr w:rsidR="008204B9" w:rsidRPr="00774FBA" w14:paraId="612964D7" w14:textId="77777777" w:rsidTr="00A40413">
        <w:trPr>
          <w:trHeight w:val="567"/>
        </w:trPr>
        <w:tc>
          <w:tcPr>
            <w:tcW w:w="9615" w:type="dxa"/>
            <w:gridSpan w:val="2"/>
            <w:tcBorders>
              <w:top w:val="nil"/>
            </w:tcBorders>
          </w:tcPr>
          <w:sdt>
            <w:sdtPr>
              <w:rPr>
                <w:rFonts w:ascii="Helvetica" w:hAnsi="Helvetica" w:cs="Courier New"/>
                <w:sz w:val="20"/>
              </w:rPr>
              <w:id w:val="867492037"/>
              <w:placeholder>
                <w:docPart w:val="220C6E8BE8BE0B4EA61430EB5F9762E0"/>
              </w:placeholder>
              <w:showingPlcHdr/>
            </w:sdtPr>
            <w:sdtEndPr/>
            <w:sdtContent>
              <w:p w14:paraId="66979B30" w14:textId="77777777" w:rsidR="008204B9" w:rsidRPr="00774FBA" w:rsidRDefault="008204B9" w:rsidP="00A40413">
                <w:pPr>
                  <w:pStyle w:val="Kopfzeile"/>
                  <w:tabs>
                    <w:tab w:val="left" w:pos="540"/>
                  </w:tabs>
                  <w:spacing w:after="120" w:line="320" w:lineRule="exact"/>
                  <w:ind w:left="54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sdtContent>
          </w:sdt>
        </w:tc>
      </w:tr>
      <w:tr w:rsidR="008204B9" w:rsidRPr="00774FBA" w14:paraId="21B42C35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0C0E753C" w14:textId="77777777" w:rsidR="008204B9" w:rsidRPr="00774FBA" w:rsidRDefault="008204B9" w:rsidP="00A40413">
            <w:pPr>
              <w:pStyle w:val="Kopfzeile"/>
              <w:tabs>
                <w:tab w:val="left" w:pos="551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Leistungszeitraum:</w:t>
            </w:r>
          </w:p>
        </w:tc>
      </w:tr>
      <w:tr w:rsidR="008204B9" w:rsidRPr="00774FBA" w14:paraId="7285868A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810A394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</w:rPr>
              <w:t>von: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16032B1" w14:textId="77777777" w:rsidR="008204B9" w:rsidRPr="00774FBA" w:rsidRDefault="001603D0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875"/>
              <w:rPr>
                <w:rFonts w:ascii="Helvetica" w:hAnsi="Helvetica" w:cs="Courier New"/>
                <w:sz w:val="20"/>
                <w:u w:val="single"/>
              </w:rPr>
            </w:pPr>
            <w:sdt>
              <w:sdtPr>
                <w:rPr>
                  <w:rFonts w:ascii="Helvetica" w:hAnsi="Helvetica" w:cs="Courier New"/>
                  <w:sz w:val="20"/>
                </w:rPr>
                <w:id w:val="215544612"/>
                <w:placeholder>
                  <w:docPart w:val="2E14747FD76B1848A76909DBC2795F6D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Monat.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[Monat] </w:t>
            </w:r>
            <w:r w:rsidR="008204B9" w:rsidRPr="00774FBA">
              <w:rPr>
                <w:rFonts w:ascii="Helvetica" w:hAnsi="Helvetica" w:cs="Courier New"/>
                <w:sz w:val="20"/>
              </w:rPr>
              <w:tab/>
            </w:r>
            <w:sdt>
              <w:sdtPr>
                <w:rPr>
                  <w:rFonts w:ascii="Helvetica" w:hAnsi="Helvetica" w:cs="Courier New"/>
                  <w:sz w:val="20"/>
                </w:rPr>
                <w:id w:val="442808139"/>
                <w:placeholder>
                  <w:docPart w:val="6FCD3911C7FA464FA58A3CAFF136B351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Jahr.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[Jahr]</w:t>
            </w:r>
          </w:p>
        </w:tc>
      </w:tr>
      <w:tr w:rsidR="008204B9" w:rsidRPr="00774FBA" w14:paraId="54120492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7875EF6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bis: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F52BC63" w14:textId="77777777" w:rsidR="008204B9" w:rsidRPr="00774FBA" w:rsidRDefault="001603D0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875"/>
              <w:rPr>
                <w:rFonts w:ascii="Helvetica" w:hAnsi="Helvetica" w:cs="Courier New"/>
                <w:sz w:val="20"/>
              </w:rPr>
            </w:pPr>
            <w:sdt>
              <w:sdtPr>
                <w:rPr>
                  <w:rFonts w:ascii="Helvetica" w:hAnsi="Helvetica" w:cs="Courier New"/>
                  <w:sz w:val="20"/>
                </w:rPr>
                <w:id w:val="382449123"/>
                <w:placeholder>
                  <w:docPart w:val="678EAC5D8EC9F64781D8E1CD7883F6B3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Monat.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[Monat] </w:t>
            </w:r>
            <w:r w:rsidR="008204B9" w:rsidRPr="00774FBA">
              <w:rPr>
                <w:rFonts w:ascii="Helvetica" w:hAnsi="Helvetica" w:cs="Courier New"/>
                <w:sz w:val="20"/>
              </w:rPr>
              <w:tab/>
            </w:r>
            <w:sdt>
              <w:sdtPr>
                <w:rPr>
                  <w:rFonts w:ascii="Helvetica" w:hAnsi="Helvetica" w:cs="Courier New"/>
                  <w:sz w:val="20"/>
                </w:rPr>
                <w:id w:val="909352918"/>
                <w:placeholder>
                  <w:docPart w:val="4FE3EAAF0DC265458CF1030E988978DA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Jahr.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[Jahr]</w:t>
            </w:r>
          </w:p>
        </w:tc>
      </w:tr>
      <w:tr w:rsidR="008204B9" w:rsidRPr="00774FBA" w14:paraId="69BABCD2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52463060" w14:textId="77777777" w:rsidR="008204B9" w:rsidRPr="00774FBA" w:rsidRDefault="008204B9" w:rsidP="00A40413">
            <w:pPr>
              <w:pStyle w:val="Kopfzeile"/>
              <w:tabs>
                <w:tab w:val="left" w:pos="551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Angaben für Rückfragen:</w:t>
            </w:r>
          </w:p>
        </w:tc>
      </w:tr>
      <w:tr w:rsidR="008204B9" w:rsidRPr="00774FBA" w14:paraId="71ADEEC4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BEABE59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</w:rPr>
              <w:lastRenderedPageBreak/>
              <w:t>Auftraggeber*in: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839664966"/>
            <w:placeholder>
              <w:docPart w:val="465792EF537131448932D506F10C4910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795320D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  <w:tr w:rsidR="008204B9" w:rsidRPr="00774FBA" w14:paraId="18E2F754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8ADD16F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Ansprechpartner*in: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-180207139"/>
            <w:placeholder>
              <w:docPart w:val="D9713F9FE6E5DA4194A39BE94BB60A59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7F486F4E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  <w:tr w:rsidR="008204B9" w:rsidRPr="00774FBA" w14:paraId="76870C3E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6370BE2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Telefonnummer: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504642141"/>
            <w:placeholder>
              <w:docPart w:val="D037D1555A94BF46983C69FE760C971F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18CFCA0D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</w:tbl>
    <w:p w14:paraId="35ED9737" w14:textId="77777777" w:rsidR="008204B9" w:rsidRPr="00774FBA" w:rsidRDefault="008204B9" w:rsidP="008204B9">
      <w:pPr>
        <w:pStyle w:val="LV-Text"/>
        <w:rPr>
          <w:rFonts w:ascii="Helvetica" w:hAnsi="Helvetica" w:cs="Courier New"/>
          <w:color w:val="000000"/>
        </w:rPr>
      </w:pPr>
    </w:p>
    <w:p w14:paraId="76CEFA02" w14:textId="77777777" w:rsidR="008204B9" w:rsidRPr="00774FBA" w:rsidRDefault="008204B9" w:rsidP="008204B9">
      <w:pPr>
        <w:pStyle w:val="LV-Text"/>
        <w:rPr>
          <w:rFonts w:ascii="Helvetica" w:hAnsi="Helvetica" w:cs="Courier New"/>
          <w:color w:val="000000"/>
        </w:rPr>
      </w:pPr>
    </w:p>
    <w:p w14:paraId="7D5A278B" w14:textId="77777777" w:rsidR="008204B9" w:rsidRPr="00774FBA" w:rsidRDefault="008204B9" w:rsidP="008204B9">
      <w:pPr>
        <w:pStyle w:val="LV-Text"/>
        <w:spacing w:after="240" w:line="360" w:lineRule="auto"/>
        <w:rPr>
          <w:rFonts w:ascii="Helvetica" w:hAnsi="Helvetica" w:cs="Courier New"/>
          <w:color w:val="000000"/>
        </w:rPr>
      </w:pPr>
      <w:r w:rsidRPr="00774FBA">
        <w:rPr>
          <w:rFonts w:ascii="Helvetica" w:hAnsi="Helvetica" w:cs="Courier New"/>
          <w:color w:val="000000"/>
        </w:rPr>
        <w:t>Auf Verlangen der Auftraggeberin werde ich entsprechende Nachweise (Abnahmeerklärungen/Abnahmebescheinigungen/Abnahmeprotokolle) vorlegen.</w:t>
      </w:r>
    </w:p>
    <w:p w14:paraId="06ABF344" w14:textId="77777777" w:rsidR="008204B9" w:rsidRPr="00774FBA" w:rsidRDefault="008204B9" w:rsidP="008204B9">
      <w:pPr>
        <w:pStyle w:val="LV-Text"/>
        <w:rPr>
          <w:rFonts w:ascii="Helvetica" w:hAnsi="Helvetica" w:cs="Courier New"/>
          <w:color w:val="000000"/>
        </w:rPr>
      </w:pPr>
    </w:p>
    <w:p w14:paraId="0DA01D3F" w14:textId="77777777" w:rsidR="008204B9" w:rsidRPr="00774FBA" w:rsidRDefault="008204B9" w:rsidP="008204B9">
      <w:pPr>
        <w:pStyle w:val="LV-Text"/>
        <w:rPr>
          <w:rFonts w:ascii="Helvetica" w:hAnsi="Helvetica" w:cs="Courier New"/>
          <w:color w:val="000000"/>
        </w:rPr>
      </w:pPr>
    </w:p>
    <w:p w14:paraId="528EAD70" w14:textId="77777777" w:rsidR="008204B9" w:rsidRPr="00774FBA" w:rsidRDefault="008204B9" w:rsidP="008204B9">
      <w:pPr>
        <w:rPr>
          <w:rFonts w:ascii="Helvetica" w:hAnsi="Helvetica" w:cs="Courier New"/>
          <w:sz w:val="20"/>
          <w:szCs w:val="20"/>
        </w:rPr>
      </w:pPr>
      <w:r w:rsidRPr="00774FBA">
        <w:rPr>
          <w:rFonts w:ascii="Helvetica" w:hAnsi="Helvetica" w:cs="Courier New"/>
          <w:sz w:val="20"/>
          <w:szCs w:val="20"/>
        </w:rPr>
        <w:t xml:space="preserve">_______________________________________________________________ </w:t>
      </w:r>
    </w:p>
    <w:p w14:paraId="46A07A54" w14:textId="77777777" w:rsidR="008204B9" w:rsidRPr="00774FBA" w:rsidRDefault="008204B9" w:rsidP="008204B9">
      <w:pPr>
        <w:tabs>
          <w:tab w:val="right" w:pos="7560"/>
        </w:tabs>
        <w:rPr>
          <w:rFonts w:ascii="Helvetica" w:hAnsi="Helvetica" w:cs="Courier New"/>
          <w:sz w:val="20"/>
          <w:szCs w:val="20"/>
        </w:rPr>
      </w:pPr>
      <w:r w:rsidRPr="00774FBA">
        <w:rPr>
          <w:rFonts w:ascii="Helvetica" w:hAnsi="Helvetica" w:cs="Courier New"/>
          <w:sz w:val="20"/>
          <w:szCs w:val="20"/>
        </w:rPr>
        <w:t>Ort, Datum</w:t>
      </w:r>
      <w:r w:rsidRPr="00774FBA">
        <w:rPr>
          <w:rFonts w:ascii="Helvetica" w:hAnsi="Helvetica" w:cs="Courier New"/>
          <w:sz w:val="20"/>
          <w:szCs w:val="20"/>
        </w:rPr>
        <w:tab/>
        <w:t xml:space="preserve">Rechtsverbindliche Unterschrift/en </w:t>
      </w:r>
    </w:p>
    <w:p w14:paraId="58C640C8" w14:textId="320877DE" w:rsidR="00DD7759" w:rsidRPr="00774FBA" w:rsidRDefault="00DD7759" w:rsidP="008204B9">
      <w:pPr>
        <w:rPr>
          <w:rFonts w:ascii="Helvetica" w:hAnsi="Helvetica"/>
        </w:rPr>
      </w:pPr>
    </w:p>
    <w:sectPr w:rsidR="00DD7759" w:rsidRPr="00774FBA" w:rsidSect="008204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6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71E74" w14:textId="77777777" w:rsidR="008204B9" w:rsidRDefault="008204B9" w:rsidP="00DD7759">
      <w:r>
        <w:separator/>
      </w:r>
    </w:p>
  </w:endnote>
  <w:endnote w:type="continuationSeparator" w:id="0">
    <w:p w14:paraId="5F5D605C" w14:textId="77777777" w:rsidR="008204B9" w:rsidRDefault="008204B9" w:rsidP="00DD7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B4438" w14:textId="77777777" w:rsidR="00D05E8A" w:rsidRDefault="00D05E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EBAB04" w14:paraId="35590C7D" w14:textId="77777777" w:rsidTr="5EEBAB04">
      <w:trPr>
        <w:trHeight w:val="300"/>
      </w:trPr>
      <w:tc>
        <w:tcPr>
          <w:tcW w:w="3020" w:type="dxa"/>
        </w:tcPr>
        <w:p w14:paraId="5807A7A6" w14:textId="77777777" w:rsidR="5EEBAB04" w:rsidRDefault="5EEBAB04" w:rsidP="5EEBAB04">
          <w:pPr>
            <w:pStyle w:val="Kopfzeile"/>
            <w:ind w:left="-115"/>
          </w:pPr>
        </w:p>
      </w:tc>
      <w:tc>
        <w:tcPr>
          <w:tcW w:w="3020" w:type="dxa"/>
        </w:tcPr>
        <w:p w14:paraId="38B7818B" w14:textId="77777777" w:rsidR="5EEBAB04" w:rsidRDefault="5EEBAB04" w:rsidP="5EEBAB04">
          <w:pPr>
            <w:pStyle w:val="Kopfzeile"/>
            <w:jc w:val="center"/>
          </w:pPr>
        </w:p>
      </w:tc>
      <w:tc>
        <w:tcPr>
          <w:tcW w:w="3020" w:type="dxa"/>
        </w:tcPr>
        <w:p w14:paraId="72F17D19" w14:textId="77777777" w:rsidR="5EEBAB04" w:rsidRDefault="5EEBAB04" w:rsidP="5EEBAB04">
          <w:pPr>
            <w:pStyle w:val="Kopfzeile"/>
            <w:ind w:right="-115"/>
            <w:jc w:val="right"/>
          </w:pPr>
        </w:p>
      </w:tc>
    </w:tr>
  </w:tbl>
  <w:p w14:paraId="3440DA2C" w14:textId="77777777" w:rsidR="5EEBAB04" w:rsidRDefault="5EEBAB04" w:rsidP="5EEBAB0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6E64C" w14:textId="77777777" w:rsidR="00D05E8A" w:rsidRDefault="00D05E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8E666" w14:textId="77777777" w:rsidR="008204B9" w:rsidRDefault="008204B9" w:rsidP="00DD7759">
      <w:r>
        <w:separator/>
      </w:r>
    </w:p>
  </w:footnote>
  <w:footnote w:type="continuationSeparator" w:id="0">
    <w:p w14:paraId="40C78C07" w14:textId="77777777" w:rsidR="008204B9" w:rsidRDefault="008204B9" w:rsidP="00DD7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BCB2E" w14:textId="77777777" w:rsidR="00D05E8A" w:rsidRDefault="00D05E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3A25C" w14:textId="77777777" w:rsidR="00DD7759" w:rsidRDefault="0047178F" w:rsidP="00D05E8A">
    <w:pPr>
      <w:pStyle w:val="Kopfzeile"/>
      <w:tabs>
        <w:tab w:val="clear" w:pos="4536"/>
        <w:tab w:val="clear" w:pos="9072"/>
        <w:tab w:val="left" w:pos="1209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2D21153B" wp14:editId="69385425">
          <wp:simplePos x="0" y="0"/>
          <wp:positionH relativeFrom="column">
            <wp:posOffset>-923876</wp:posOffset>
          </wp:positionH>
          <wp:positionV relativeFrom="paragraph">
            <wp:posOffset>-450215</wp:posOffset>
          </wp:positionV>
          <wp:extent cx="7571740" cy="1188720"/>
          <wp:effectExtent l="0" t="0" r="0" b="0"/>
          <wp:wrapNone/>
          <wp:docPr id="7" name="Bild 7" descr="Eine Grafik, die die Kopzeile des Dokuments anzeigt. Links oben zu sehen ist das RBX-Logo und rechts oben das sekundäre Logo mit dem Schriftzug “Connected through Music“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7" descr="Eine Grafik, die die Kopzeile des Dokuments anzeigt. Links oben zu sehen ist das RBX-Logo und rechts oben das sekundäre Logo mit dem Schriftzug “Connected through Music“.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893"/>
                  <a:stretch/>
                </pic:blipFill>
                <pic:spPr bwMode="auto">
                  <a:xfrm>
                    <a:off x="0" y="0"/>
                    <a:ext cx="7571740" cy="1188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5E8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6D1CC" w14:textId="77777777" w:rsidR="00D05E8A" w:rsidRDefault="00D05E8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4B9"/>
    <w:rsid w:val="000332DB"/>
    <w:rsid w:val="00043AE1"/>
    <w:rsid w:val="00047999"/>
    <w:rsid w:val="000560BC"/>
    <w:rsid w:val="00095727"/>
    <w:rsid w:val="00116DDE"/>
    <w:rsid w:val="0012599C"/>
    <w:rsid w:val="001350B7"/>
    <w:rsid w:val="001735D3"/>
    <w:rsid w:val="00192BAE"/>
    <w:rsid w:val="001E2A76"/>
    <w:rsid w:val="001E46FA"/>
    <w:rsid w:val="002E6FE6"/>
    <w:rsid w:val="002F56F9"/>
    <w:rsid w:val="003B048D"/>
    <w:rsid w:val="003C1707"/>
    <w:rsid w:val="00417BD8"/>
    <w:rsid w:val="00441BDA"/>
    <w:rsid w:val="00450550"/>
    <w:rsid w:val="0047178F"/>
    <w:rsid w:val="00487B0C"/>
    <w:rsid w:val="004C5248"/>
    <w:rsid w:val="00582C9C"/>
    <w:rsid w:val="005E0ED3"/>
    <w:rsid w:val="0069461C"/>
    <w:rsid w:val="006D5637"/>
    <w:rsid w:val="00701199"/>
    <w:rsid w:val="00774FBA"/>
    <w:rsid w:val="007754AF"/>
    <w:rsid w:val="008204B9"/>
    <w:rsid w:val="0082195D"/>
    <w:rsid w:val="0083330D"/>
    <w:rsid w:val="008B028F"/>
    <w:rsid w:val="009174E5"/>
    <w:rsid w:val="00995CE6"/>
    <w:rsid w:val="00A51BA7"/>
    <w:rsid w:val="00AA2A7C"/>
    <w:rsid w:val="00BB667F"/>
    <w:rsid w:val="00C1638A"/>
    <w:rsid w:val="00C40AC3"/>
    <w:rsid w:val="00C51053"/>
    <w:rsid w:val="00C84307"/>
    <w:rsid w:val="00C90BCA"/>
    <w:rsid w:val="00CC26BD"/>
    <w:rsid w:val="00D05E8A"/>
    <w:rsid w:val="00D27AE1"/>
    <w:rsid w:val="00D32A86"/>
    <w:rsid w:val="00D80BDE"/>
    <w:rsid w:val="00DB25E1"/>
    <w:rsid w:val="00DD7759"/>
    <w:rsid w:val="00E3238B"/>
    <w:rsid w:val="00E33DEE"/>
    <w:rsid w:val="00FB4D17"/>
    <w:rsid w:val="00FD3131"/>
    <w:rsid w:val="5EEBA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52B1B"/>
  <w15:chartTrackingRefBased/>
  <w15:docId w15:val="{A2D793E3-2478-834D-8810-78F67C930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alibri" w:hAnsi="Courier New" w:cs="Times New Roman"/>
        <w:sz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Alt+TT"/>
    <w:qFormat/>
    <w:rsid w:val="008204B9"/>
    <w:rPr>
      <w:rFonts w:ascii="Arial" w:eastAsia="Times New Roman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DD7759"/>
    <w:pPr>
      <w:tabs>
        <w:tab w:val="center" w:pos="4536"/>
        <w:tab w:val="right" w:pos="9072"/>
      </w:tabs>
    </w:pPr>
    <w:rPr>
      <w:rFonts w:ascii="Courier New" w:eastAsia="Calibri" w:hAnsi="Courier New"/>
      <w:szCs w:val="20"/>
    </w:rPr>
  </w:style>
  <w:style w:type="character" w:customStyle="1" w:styleId="KopfzeileZchn">
    <w:name w:val="Kopfzeile Zchn"/>
    <w:basedOn w:val="Absatz-Standardschriftart"/>
    <w:link w:val="Kopfzeile"/>
    <w:rsid w:val="00DD7759"/>
  </w:style>
  <w:style w:type="paragraph" w:styleId="Fuzeile">
    <w:name w:val="footer"/>
    <w:basedOn w:val="Standard"/>
    <w:link w:val="FuzeileZchn"/>
    <w:uiPriority w:val="99"/>
    <w:unhideWhenUsed/>
    <w:rsid w:val="00DD7759"/>
    <w:pPr>
      <w:tabs>
        <w:tab w:val="center" w:pos="4536"/>
        <w:tab w:val="right" w:pos="9072"/>
      </w:tabs>
    </w:pPr>
    <w:rPr>
      <w:rFonts w:ascii="Courier New" w:eastAsia="Calibri" w:hAnsi="Courier New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DD7759"/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tzhaltertext">
    <w:name w:val="Placeholder Text"/>
    <w:basedOn w:val="Absatz-Standardschriftart"/>
    <w:uiPriority w:val="99"/>
    <w:semiHidden/>
    <w:rsid w:val="008204B9"/>
    <w:rPr>
      <w:color w:val="808080"/>
    </w:rPr>
  </w:style>
  <w:style w:type="paragraph" w:customStyle="1" w:styleId="LV-Text">
    <w:name w:val="LV-Text"/>
    <w:rsid w:val="008204B9"/>
    <w:pPr>
      <w:autoSpaceDE w:val="0"/>
      <w:autoSpaceDN w:val="0"/>
      <w:adjustRightInd w:val="0"/>
    </w:pPr>
    <w:rPr>
      <w:rFonts w:ascii="Arial" w:eastAsia="Times New Roman" w:hAnsi="Arial" w:cs="Arial"/>
      <w:sz w:val="20"/>
    </w:rPr>
  </w:style>
  <w:style w:type="character" w:customStyle="1" w:styleId="normaltextrun">
    <w:name w:val="normaltextrun"/>
    <w:basedOn w:val="Absatz-Standardschriftart"/>
    <w:rsid w:val="00FD3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ristianhaasen/Library/Group%20Containers/UBF8T346G9.Office/User%20Content.localized/Templates.localized/RBX_Briefp_02%20nur%20Logo%20Kopfzei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77579FF1528354FB0A8B9B9FF5F39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AF0B84-3ECF-9749-91DE-F19F8BA70A59}"/>
      </w:docPartPr>
      <w:docPartBody>
        <w:p w:rsidR="00BD0652" w:rsidRDefault="00BD0652" w:rsidP="00BD0652">
          <w:pPr>
            <w:pStyle w:val="277579FF1528354FB0A8B9B9FF5F39B2"/>
          </w:pPr>
          <w:r w:rsidRPr="00F9440D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BB70DAC2A1984448880C73424471E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3E34EC-2293-AB4C-92FA-78CE8B460177}"/>
      </w:docPartPr>
      <w:docPartBody>
        <w:p w:rsidR="00BD0652" w:rsidRDefault="00BD0652" w:rsidP="00BD0652">
          <w:pPr>
            <w:pStyle w:val="0BB70DAC2A1984448880C73424471E80"/>
          </w:pPr>
          <w:r w:rsidRPr="005627D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AEE1DC459AB824486DC8759CFFCF1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EADD25-21EA-1540-9F79-357852DCE93B}"/>
      </w:docPartPr>
      <w:docPartBody>
        <w:p w:rsidR="00BD0652" w:rsidRDefault="00BD0652" w:rsidP="00BD0652">
          <w:pPr>
            <w:pStyle w:val="EAEE1DC459AB824486DC8759CFFCF1CA"/>
          </w:pPr>
          <w:r w:rsidRPr="005627D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5EFC60EEFE0D645AFB651B73ECF91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20E34E-6110-5347-9295-C34B9122C9F7}"/>
      </w:docPartPr>
      <w:docPartBody>
        <w:p w:rsidR="00BD0652" w:rsidRDefault="00BD0652" w:rsidP="00BD0652">
          <w:pPr>
            <w:pStyle w:val="75EFC60EEFE0D645AFB651B73ECF9194"/>
          </w:pPr>
          <w:r>
            <w:rPr>
              <w:rStyle w:val="Platzhaltertext"/>
              <w:sz w:val="20"/>
              <w:szCs w:val="20"/>
            </w:rPr>
            <w:t>Monat.</w:t>
          </w:r>
        </w:p>
      </w:docPartBody>
    </w:docPart>
    <w:docPart>
      <w:docPartPr>
        <w:name w:val="DE01618688EDE747B01B358915B0FD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435CB5-84DE-5D4F-BCCE-6AED0547507B}"/>
      </w:docPartPr>
      <w:docPartBody>
        <w:p w:rsidR="00BD0652" w:rsidRDefault="00BD0652" w:rsidP="00BD0652">
          <w:pPr>
            <w:pStyle w:val="DE01618688EDE747B01B358915B0FD9F"/>
          </w:pPr>
          <w:r>
            <w:rPr>
              <w:rStyle w:val="Platzhaltertext"/>
              <w:sz w:val="20"/>
              <w:szCs w:val="20"/>
            </w:rPr>
            <w:t>Jahr.</w:t>
          </w:r>
        </w:p>
      </w:docPartBody>
    </w:docPart>
    <w:docPart>
      <w:docPartPr>
        <w:name w:val="8420BD8F2908554DA07309A7DD25B0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E61519-F7CF-C44A-A2F9-83776B7BEF26}"/>
      </w:docPartPr>
      <w:docPartBody>
        <w:p w:rsidR="00BD0652" w:rsidRDefault="00BD0652" w:rsidP="00BD0652">
          <w:pPr>
            <w:pStyle w:val="8420BD8F2908554DA07309A7DD25B0D0"/>
          </w:pPr>
          <w:r>
            <w:rPr>
              <w:rStyle w:val="Platzhaltertext"/>
              <w:sz w:val="20"/>
              <w:szCs w:val="20"/>
            </w:rPr>
            <w:t>Monat.</w:t>
          </w:r>
        </w:p>
      </w:docPartBody>
    </w:docPart>
    <w:docPart>
      <w:docPartPr>
        <w:name w:val="05C763794D21D342BCDBB74FD26144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D7CECE-819B-3448-BE38-226731834324}"/>
      </w:docPartPr>
      <w:docPartBody>
        <w:p w:rsidR="00BD0652" w:rsidRDefault="00BD0652" w:rsidP="00BD0652">
          <w:pPr>
            <w:pStyle w:val="05C763794D21D342BCDBB74FD26144EE"/>
          </w:pPr>
          <w:r>
            <w:rPr>
              <w:rStyle w:val="Platzhaltertext"/>
              <w:sz w:val="20"/>
              <w:szCs w:val="20"/>
            </w:rPr>
            <w:t>Jahr.</w:t>
          </w:r>
        </w:p>
      </w:docPartBody>
    </w:docPart>
    <w:docPart>
      <w:docPartPr>
        <w:name w:val="0A0023CC6F929849A06EA6836C1B6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31090F-13ED-DE4C-A116-5701D496562B}"/>
      </w:docPartPr>
      <w:docPartBody>
        <w:p w:rsidR="00BD0652" w:rsidRDefault="00BD0652" w:rsidP="00BD0652">
          <w:pPr>
            <w:pStyle w:val="0A0023CC6F929849A06EA6836C1B63E2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F6CCF3475E6C04FB3F2E580E8E6EC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1E99CE-D881-FB4C-96A8-D24CBF007784}"/>
      </w:docPartPr>
      <w:docPartBody>
        <w:p w:rsidR="00BD0652" w:rsidRDefault="00BD0652" w:rsidP="00BD0652">
          <w:pPr>
            <w:pStyle w:val="5F6CCF3475E6C04FB3F2E580E8E6EC27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5EB2D5D7D85E746BBD97B0622C7A9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12CF95-239A-2948-9B14-04B29D88E47C}"/>
      </w:docPartPr>
      <w:docPartBody>
        <w:p w:rsidR="00BD0652" w:rsidRDefault="00BD0652" w:rsidP="00BD0652">
          <w:pPr>
            <w:pStyle w:val="35EB2D5D7D85E746BBD97B0622C7A961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A8897053FA15246B649300C5EB237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491AFD-92DA-AD4F-B9D5-332EAD891635}"/>
      </w:docPartPr>
      <w:docPartBody>
        <w:p w:rsidR="00BD0652" w:rsidRDefault="00BD0652" w:rsidP="00BD0652">
          <w:pPr>
            <w:pStyle w:val="AA8897053FA15246B649300C5EB2377C"/>
          </w:pPr>
          <w:r w:rsidRPr="00F9440D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A7D9FEAE1BD02438406D4F71B5000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C79732-8EB5-B346-96C4-43519C08C0D5}"/>
      </w:docPartPr>
      <w:docPartBody>
        <w:p w:rsidR="00BD0652" w:rsidRDefault="00BD0652" w:rsidP="00BD0652">
          <w:pPr>
            <w:pStyle w:val="CA7D9FEAE1BD02438406D4F71B5000EE"/>
          </w:pPr>
          <w:r w:rsidRPr="005627D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305250457D6FE4EA8C1FE67ABE75E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A2C5B4-E361-6C41-A81F-0DB33A8073E5}"/>
      </w:docPartPr>
      <w:docPartBody>
        <w:p w:rsidR="00BD0652" w:rsidRDefault="00BD0652" w:rsidP="00BD0652">
          <w:pPr>
            <w:pStyle w:val="B305250457D6FE4EA8C1FE67ABE75E21"/>
          </w:pPr>
          <w:r w:rsidRPr="005627D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6A009E880DC4C4BB4114BFF028EAB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9F980D-1622-2545-9C5A-92F9FA7CAE36}"/>
      </w:docPartPr>
      <w:docPartBody>
        <w:p w:rsidR="00BD0652" w:rsidRDefault="00BD0652" w:rsidP="00BD0652">
          <w:pPr>
            <w:pStyle w:val="26A009E880DC4C4BB4114BFF028EAB91"/>
          </w:pPr>
          <w:r>
            <w:rPr>
              <w:rStyle w:val="Platzhaltertext"/>
              <w:sz w:val="20"/>
              <w:szCs w:val="20"/>
            </w:rPr>
            <w:t>Monat.</w:t>
          </w:r>
        </w:p>
      </w:docPartBody>
    </w:docPart>
    <w:docPart>
      <w:docPartPr>
        <w:name w:val="E567406A4D9D81489CCBF54E37F475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50828F-B4A6-2A46-BC7E-AC2E57EC2650}"/>
      </w:docPartPr>
      <w:docPartBody>
        <w:p w:rsidR="00BD0652" w:rsidRDefault="00BD0652" w:rsidP="00BD0652">
          <w:pPr>
            <w:pStyle w:val="E567406A4D9D81489CCBF54E37F47532"/>
          </w:pPr>
          <w:r>
            <w:rPr>
              <w:rStyle w:val="Platzhaltertext"/>
              <w:sz w:val="20"/>
              <w:szCs w:val="20"/>
            </w:rPr>
            <w:t>Jahr.</w:t>
          </w:r>
        </w:p>
      </w:docPartBody>
    </w:docPart>
    <w:docPart>
      <w:docPartPr>
        <w:name w:val="D34F54D059788348BA06A759A7259A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63ED9F-7B8A-FF42-ABBB-7698E6B49B40}"/>
      </w:docPartPr>
      <w:docPartBody>
        <w:p w:rsidR="00BD0652" w:rsidRDefault="00BD0652" w:rsidP="00BD0652">
          <w:pPr>
            <w:pStyle w:val="D34F54D059788348BA06A759A7259AAD"/>
          </w:pPr>
          <w:r>
            <w:rPr>
              <w:rStyle w:val="Platzhaltertext"/>
              <w:sz w:val="20"/>
              <w:szCs w:val="20"/>
            </w:rPr>
            <w:t>Monat.</w:t>
          </w:r>
        </w:p>
      </w:docPartBody>
    </w:docPart>
    <w:docPart>
      <w:docPartPr>
        <w:name w:val="36E7B8A850ECD44CBEEF16881EBB9C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4D0DA3-BB06-4542-A347-10C13E1EE5D6}"/>
      </w:docPartPr>
      <w:docPartBody>
        <w:p w:rsidR="00BD0652" w:rsidRDefault="00BD0652" w:rsidP="00BD0652">
          <w:pPr>
            <w:pStyle w:val="36E7B8A850ECD44CBEEF16881EBB9C14"/>
          </w:pPr>
          <w:r>
            <w:rPr>
              <w:rStyle w:val="Platzhaltertext"/>
              <w:sz w:val="20"/>
              <w:szCs w:val="20"/>
            </w:rPr>
            <w:t>Jahr.</w:t>
          </w:r>
        </w:p>
      </w:docPartBody>
    </w:docPart>
    <w:docPart>
      <w:docPartPr>
        <w:name w:val="A9F6198EA6E0F04DB3D0F20E520F9C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E66E5F-E599-844B-9246-2D47393C0EE4}"/>
      </w:docPartPr>
      <w:docPartBody>
        <w:p w:rsidR="00BD0652" w:rsidRDefault="00BD0652" w:rsidP="00BD0652">
          <w:pPr>
            <w:pStyle w:val="A9F6198EA6E0F04DB3D0F20E520F9CE0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6DA3CF15AF9E5499BAE551422D189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EBECC0-03EA-8748-BC38-D23AC112DD06}"/>
      </w:docPartPr>
      <w:docPartBody>
        <w:p w:rsidR="00BD0652" w:rsidRDefault="00BD0652" w:rsidP="00BD0652">
          <w:pPr>
            <w:pStyle w:val="06DA3CF15AF9E5499BAE551422D189BA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A386B2145C7BB44AF98DC64B873CC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62A0E8-147A-8740-A1F9-51913493A61D}"/>
      </w:docPartPr>
      <w:docPartBody>
        <w:p w:rsidR="00BD0652" w:rsidRDefault="00BD0652" w:rsidP="00BD0652">
          <w:pPr>
            <w:pStyle w:val="AA386B2145C7BB44AF98DC64B873CCA1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B2988534369A64FBF97E57E5E9C50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240EB1-66E8-AD40-ABE6-7E85A16871EF}"/>
      </w:docPartPr>
      <w:docPartBody>
        <w:p w:rsidR="00BD0652" w:rsidRDefault="00BD0652" w:rsidP="00BD0652">
          <w:pPr>
            <w:pStyle w:val="BB2988534369A64FBF97E57E5E9C508C"/>
          </w:pPr>
          <w:r w:rsidRPr="00F9440D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D78D0D8CF3D2C44BC26AADD4D2930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FB44C0-FFBE-F646-9D93-799256113DD5}"/>
      </w:docPartPr>
      <w:docPartBody>
        <w:p w:rsidR="00BD0652" w:rsidRDefault="00BD0652" w:rsidP="00BD0652">
          <w:pPr>
            <w:pStyle w:val="3D78D0D8CF3D2C44BC26AADD4D2930D6"/>
          </w:pPr>
          <w:r w:rsidRPr="005627D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20C6E8BE8BE0B4EA61430EB5F9762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AD9C45-2ACF-B846-8EC2-2B34FD1AE4A4}"/>
      </w:docPartPr>
      <w:docPartBody>
        <w:p w:rsidR="00BD0652" w:rsidRDefault="00BD0652" w:rsidP="00BD0652">
          <w:pPr>
            <w:pStyle w:val="220C6E8BE8BE0B4EA61430EB5F9762E0"/>
          </w:pPr>
          <w:r w:rsidRPr="005627D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E14747FD76B1848A76909DBC2795F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1D6187-BFD8-D945-8C7A-C71A680954A7}"/>
      </w:docPartPr>
      <w:docPartBody>
        <w:p w:rsidR="00BD0652" w:rsidRDefault="00BD0652" w:rsidP="00BD0652">
          <w:pPr>
            <w:pStyle w:val="2E14747FD76B1848A76909DBC2795F6D"/>
          </w:pPr>
          <w:r>
            <w:rPr>
              <w:rStyle w:val="Platzhaltertext"/>
              <w:sz w:val="20"/>
              <w:szCs w:val="20"/>
            </w:rPr>
            <w:t>Monat.</w:t>
          </w:r>
        </w:p>
      </w:docPartBody>
    </w:docPart>
    <w:docPart>
      <w:docPartPr>
        <w:name w:val="6FCD3911C7FA464FA58A3CAFF136B3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6F68F4-EB8E-5B4F-BDC9-E46586E04228}"/>
      </w:docPartPr>
      <w:docPartBody>
        <w:p w:rsidR="00BD0652" w:rsidRDefault="00BD0652" w:rsidP="00BD0652">
          <w:pPr>
            <w:pStyle w:val="6FCD3911C7FA464FA58A3CAFF136B351"/>
          </w:pPr>
          <w:r>
            <w:rPr>
              <w:rStyle w:val="Platzhaltertext"/>
              <w:sz w:val="20"/>
              <w:szCs w:val="20"/>
            </w:rPr>
            <w:t>Jahr.</w:t>
          </w:r>
        </w:p>
      </w:docPartBody>
    </w:docPart>
    <w:docPart>
      <w:docPartPr>
        <w:name w:val="678EAC5D8EC9F64781D8E1CD7883F6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E1ADF2-8A7B-5D47-879C-16EDFC23C5FA}"/>
      </w:docPartPr>
      <w:docPartBody>
        <w:p w:rsidR="00BD0652" w:rsidRDefault="00BD0652" w:rsidP="00BD0652">
          <w:pPr>
            <w:pStyle w:val="678EAC5D8EC9F64781D8E1CD7883F6B3"/>
          </w:pPr>
          <w:r>
            <w:rPr>
              <w:rStyle w:val="Platzhaltertext"/>
              <w:sz w:val="20"/>
              <w:szCs w:val="20"/>
            </w:rPr>
            <w:t>Monat.</w:t>
          </w:r>
        </w:p>
      </w:docPartBody>
    </w:docPart>
    <w:docPart>
      <w:docPartPr>
        <w:name w:val="4FE3EAAF0DC265458CF1030E988978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EBF08B-1573-754D-9955-D16D5800FE3D}"/>
      </w:docPartPr>
      <w:docPartBody>
        <w:p w:rsidR="00BD0652" w:rsidRDefault="00BD0652" w:rsidP="00BD0652">
          <w:pPr>
            <w:pStyle w:val="4FE3EAAF0DC265458CF1030E988978DA"/>
          </w:pPr>
          <w:r>
            <w:rPr>
              <w:rStyle w:val="Platzhaltertext"/>
              <w:sz w:val="20"/>
              <w:szCs w:val="20"/>
            </w:rPr>
            <w:t>Jahr.</w:t>
          </w:r>
        </w:p>
      </w:docPartBody>
    </w:docPart>
    <w:docPart>
      <w:docPartPr>
        <w:name w:val="465792EF537131448932D506F10C4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34F0BC-9B9C-C44E-89D0-05FAF4D6520C}"/>
      </w:docPartPr>
      <w:docPartBody>
        <w:p w:rsidR="00BD0652" w:rsidRDefault="00BD0652" w:rsidP="00BD0652">
          <w:pPr>
            <w:pStyle w:val="465792EF537131448932D506F10C4910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9713F9FE6E5DA4194A39BE94BB60A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027C51-EA8A-FB45-A36D-E0A5797E5152}"/>
      </w:docPartPr>
      <w:docPartBody>
        <w:p w:rsidR="00BD0652" w:rsidRDefault="00BD0652" w:rsidP="00BD0652">
          <w:pPr>
            <w:pStyle w:val="D9713F9FE6E5DA4194A39BE94BB60A59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037D1555A94BF46983C69FE760C97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4E5A4F-46B6-4D46-8CD9-75F85BE84CF9}"/>
      </w:docPartPr>
      <w:docPartBody>
        <w:p w:rsidR="00BD0652" w:rsidRDefault="00BD0652" w:rsidP="00BD0652">
          <w:pPr>
            <w:pStyle w:val="D037D1555A94BF46983C69FE760C971F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652"/>
    <w:rsid w:val="00047999"/>
    <w:rsid w:val="00441BDA"/>
    <w:rsid w:val="00BD0652"/>
    <w:rsid w:val="00D2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D0652"/>
    <w:rPr>
      <w:color w:val="808080"/>
    </w:rPr>
  </w:style>
  <w:style w:type="paragraph" w:customStyle="1" w:styleId="277579FF1528354FB0A8B9B9FF5F39B2">
    <w:name w:val="277579FF1528354FB0A8B9B9FF5F39B2"/>
    <w:rsid w:val="00BD0652"/>
  </w:style>
  <w:style w:type="paragraph" w:customStyle="1" w:styleId="0BB70DAC2A1984448880C73424471E80">
    <w:name w:val="0BB70DAC2A1984448880C73424471E80"/>
    <w:rsid w:val="00BD0652"/>
  </w:style>
  <w:style w:type="paragraph" w:customStyle="1" w:styleId="EAEE1DC459AB824486DC8759CFFCF1CA">
    <w:name w:val="EAEE1DC459AB824486DC8759CFFCF1CA"/>
    <w:rsid w:val="00BD0652"/>
  </w:style>
  <w:style w:type="paragraph" w:customStyle="1" w:styleId="75EFC60EEFE0D645AFB651B73ECF9194">
    <w:name w:val="75EFC60EEFE0D645AFB651B73ECF9194"/>
    <w:rsid w:val="00BD0652"/>
  </w:style>
  <w:style w:type="paragraph" w:customStyle="1" w:styleId="DE01618688EDE747B01B358915B0FD9F">
    <w:name w:val="DE01618688EDE747B01B358915B0FD9F"/>
    <w:rsid w:val="00BD0652"/>
  </w:style>
  <w:style w:type="paragraph" w:customStyle="1" w:styleId="8420BD8F2908554DA07309A7DD25B0D0">
    <w:name w:val="8420BD8F2908554DA07309A7DD25B0D0"/>
    <w:rsid w:val="00BD0652"/>
  </w:style>
  <w:style w:type="paragraph" w:customStyle="1" w:styleId="05C763794D21D342BCDBB74FD26144EE">
    <w:name w:val="05C763794D21D342BCDBB74FD26144EE"/>
    <w:rsid w:val="00BD0652"/>
  </w:style>
  <w:style w:type="paragraph" w:customStyle="1" w:styleId="0A0023CC6F929849A06EA6836C1B63E2">
    <w:name w:val="0A0023CC6F929849A06EA6836C1B63E2"/>
    <w:rsid w:val="00BD0652"/>
  </w:style>
  <w:style w:type="paragraph" w:customStyle="1" w:styleId="5F6CCF3475E6C04FB3F2E580E8E6EC27">
    <w:name w:val="5F6CCF3475E6C04FB3F2E580E8E6EC27"/>
    <w:rsid w:val="00BD0652"/>
  </w:style>
  <w:style w:type="paragraph" w:customStyle="1" w:styleId="35EB2D5D7D85E746BBD97B0622C7A961">
    <w:name w:val="35EB2D5D7D85E746BBD97B0622C7A961"/>
    <w:rsid w:val="00BD0652"/>
  </w:style>
  <w:style w:type="paragraph" w:customStyle="1" w:styleId="AA8897053FA15246B649300C5EB2377C">
    <w:name w:val="AA8897053FA15246B649300C5EB2377C"/>
    <w:rsid w:val="00BD0652"/>
  </w:style>
  <w:style w:type="paragraph" w:customStyle="1" w:styleId="CA7D9FEAE1BD02438406D4F71B5000EE">
    <w:name w:val="CA7D9FEAE1BD02438406D4F71B5000EE"/>
    <w:rsid w:val="00BD0652"/>
  </w:style>
  <w:style w:type="paragraph" w:customStyle="1" w:styleId="B305250457D6FE4EA8C1FE67ABE75E21">
    <w:name w:val="B305250457D6FE4EA8C1FE67ABE75E21"/>
    <w:rsid w:val="00BD0652"/>
  </w:style>
  <w:style w:type="paragraph" w:customStyle="1" w:styleId="26A009E880DC4C4BB4114BFF028EAB91">
    <w:name w:val="26A009E880DC4C4BB4114BFF028EAB91"/>
    <w:rsid w:val="00BD0652"/>
  </w:style>
  <w:style w:type="paragraph" w:customStyle="1" w:styleId="E567406A4D9D81489CCBF54E37F47532">
    <w:name w:val="E567406A4D9D81489CCBF54E37F47532"/>
    <w:rsid w:val="00BD0652"/>
  </w:style>
  <w:style w:type="paragraph" w:customStyle="1" w:styleId="D34F54D059788348BA06A759A7259AAD">
    <w:name w:val="D34F54D059788348BA06A759A7259AAD"/>
    <w:rsid w:val="00BD0652"/>
  </w:style>
  <w:style w:type="paragraph" w:customStyle="1" w:styleId="36E7B8A850ECD44CBEEF16881EBB9C14">
    <w:name w:val="36E7B8A850ECD44CBEEF16881EBB9C14"/>
    <w:rsid w:val="00BD0652"/>
  </w:style>
  <w:style w:type="paragraph" w:customStyle="1" w:styleId="A9F6198EA6E0F04DB3D0F20E520F9CE0">
    <w:name w:val="A9F6198EA6E0F04DB3D0F20E520F9CE0"/>
    <w:rsid w:val="00BD0652"/>
  </w:style>
  <w:style w:type="paragraph" w:customStyle="1" w:styleId="06DA3CF15AF9E5499BAE551422D189BA">
    <w:name w:val="06DA3CF15AF9E5499BAE551422D189BA"/>
    <w:rsid w:val="00BD0652"/>
  </w:style>
  <w:style w:type="paragraph" w:customStyle="1" w:styleId="AA386B2145C7BB44AF98DC64B873CCA1">
    <w:name w:val="AA386B2145C7BB44AF98DC64B873CCA1"/>
    <w:rsid w:val="00BD0652"/>
  </w:style>
  <w:style w:type="paragraph" w:customStyle="1" w:styleId="BB2988534369A64FBF97E57E5E9C508C">
    <w:name w:val="BB2988534369A64FBF97E57E5E9C508C"/>
    <w:rsid w:val="00BD0652"/>
  </w:style>
  <w:style w:type="paragraph" w:customStyle="1" w:styleId="3D78D0D8CF3D2C44BC26AADD4D2930D6">
    <w:name w:val="3D78D0D8CF3D2C44BC26AADD4D2930D6"/>
    <w:rsid w:val="00BD0652"/>
  </w:style>
  <w:style w:type="paragraph" w:customStyle="1" w:styleId="220C6E8BE8BE0B4EA61430EB5F9762E0">
    <w:name w:val="220C6E8BE8BE0B4EA61430EB5F9762E0"/>
    <w:rsid w:val="00BD0652"/>
  </w:style>
  <w:style w:type="paragraph" w:customStyle="1" w:styleId="2E14747FD76B1848A76909DBC2795F6D">
    <w:name w:val="2E14747FD76B1848A76909DBC2795F6D"/>
    <w:rsid w:val="00BD0652"/>
  </w:style>
  <w:style w:type="paragraph" w:customStyle="1" w:styleId="6FCD3911C7FA464FA58A3CAFF136B351">
    <w:name w:val="6FCD3911C7FA464FA58A3CAFF136B351"/>
    <w:rsid w:val="00BD0652"/>
  </w:style>
  <w:style w:type="paragraph" w:customStyle="1" w:styleId="678EAC5D8EC9F64781D8E1CD7883F6B3">
    <w:name w:val="678EAC5D8EC9F64781D8E1CD7883F6B3"/>
    <w:rsid w:val="00BD0652"/>
  </w:style>
  <w:style w:type="paragraph" w:customStyle="1" w:styleId="4FE3EAAF0DC265458CF1030E988978DA">
    <w:name w:val="4FE3EAAF0DC265458CF1030E988978DA"/>
    <w:rsid w:val="00BD0652"/>
  </w:style>
  <w:style w:type="paragraph" w:customStyle="1" w:styleId="465792EF537131448932D506F10C4910">
    <w:name w:val="465792EF537131448932D506F10C4910"/>
    <w:rsid w:val="00BD0652"/>
  </w:style>
  <w:style w:type="paragraph" w:customStyle="1" w:styleId="D9713F9FE6E5DA4194A39BE94BB60A59">
    <w:name w:val="D9713F9FE6E5DA4194A39BE94BB60A59"/>
    <w:rsid w:val="00BD0652"/>
  </w:style>
  <w:style w:type="paragraph" w:customStyle="1" w:styleId="D037D1555A94BF46983C69FE760C971F">
    <w:name w:val="D037D1555A94BF46983C69FE760C971F"/>
    <w:rsid w:val="00BD06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eck xmlns="76c4e5b6-54ee-4370-b051-e2ccac5262a8" xsi:nil="true"/>
    <lcf76f155ced4ddcb4097134ff3c332f xmlns="76c4e5b6-54ee-4370-b051-e2ccac5262a8">
      <Terms xmlns="http://schemas.microsoft.com/office/infopath/2007/PartnerControls"/>
    </lcf76f155ced4ddcb4097134ff3c332f>
    <TaxCatchAll xmlns="c83c3887-b55a-4802-97d5-e5d94ad83cb9" xsi:nil="true"/>
    <Unit xmlns="76c4e5b6-54ee-4370-b051-e2ccac5262a8">Media Production</Unit>
    <Leistungsbeschreibung xmlns="76c4e5b6-54ee-4370-b051-e2ccac5262a8">Deep Dive Podcast Produktion 2026</Leistungsbeschreibung>
    <Rahmenvertrag xmlns="76c4e5b6-54ee-4370-b051-e2ccac5262a8">Nein</Rahmenvertrag>
    <auto_x002e_Verl_x00e4_ngerung xmlns="76c4e5b6-54ee-4370-b051-e2ccac5262a8">false</auto_x002e_Verl_x00e4_ngerung>
    <K_x00fc_ndigungsfrist xmlns="76c4e5b6-54ee-4370-b051-e2ccac5262a8" xsi:nil="true"/>
    <Vergabe_x002d_Nr_x002e_ xmlns="76c4e5b6-54ee-4370-b051-e2ccac5262a8">NV_260213_01</Vergabe_x002d_Nr_x002e_>
    <zugeh_x00f6_rigesBKMJahr xmlns="76c4e5b6-54ee-4370-b051-e2ccac5262a8">
      <Value>2026</Value>
    </zugeh_x00f6_rigesBKMJahr>
    <Vergabeart xmlns="76c4e5b6-54ee-4370-b051-e2ccac5262a8">öffentliche Ausschreibung</Vergabeart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63D451BB7BAD4A80E5F162BC850B3A" ma:contentTypeVersion="26" ma:contentTypeDescription="Ein neues Dokument erstellen." ma:contentTypeScope="" ma:versionID="1d232c6158bb4f348200167c1d1dc125">
  <xsd:schema xmlns:xsd="http://www.w3.org/2001/XMLSchema" xmlns:xs="http://www.w3.org/2001/XMLSchema" xmlns:p="http://schemas.microsoft.com/office/2006/metadata/properties" xmlns:ns2="76c4e5b6-54ee-4370-b051-e2ccac5262a8" xmlns:ns3="c83c3887-b55a-4802-97d5-e5d94ad83cb9" targetNamespace="http://schemas.microsoft.com/office/2006/metadata/properties" ma:root="true" ma:fieldsID="7d9a640f448e3d4446a4dfb256ae4d66" ns2:_="" ns3:_="">
    <xsd:import namespace="76c4e5b6-54ee-4370-b051-e2ccac5262a8"/>
    <xsd:import namespace="c83c3887-b55a-4802-97d5-e5d94ad83c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check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Vergabe_x002d_Nr_x002e_" minOccurs="0"/>
                <xsd:element ref="ns2:zugeh_x00f6_rigesBKMJahr" minOccurs="0"/>
                <xsd:element ref="ns2:Vergabeart" minOccurs="0"/>
                <xsd:element ref="ns2:Unit" minOccurs="0"/>
                <xsd:element ref="ns2:Rahmenvertrag" minOccurs="0"/>
                <xsd:element ref="ns2:K_x00fc_ndigungsfrist" minOccurs="0"/>
                <xsd:element ref="ns2:auto_x002e_Verl_x00e4_ngerung" minOccurs="0"/>
                <xsd:element ref="ns2:Leistungsbeschreib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4e5b6-54ee-4370-b051-e2ccac526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c88c307-c7d2-4bd7-b57d-db16f910e0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check" ma:index="22" nillable="true" ma:displayName="check" ma:format="Dropdown" ma:internalName="check">
      <xsd:simpleType>
        <xsd:restriction base="dms:Text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Vergabe_x002d_Nr_x002e_" ma:index="26" nillable="true" ma:displayName="Vergabe-Nr." ma:description="zugehörige Vergabe-Nur. angeben" ma:format="Dropdown" ma:internalName="Vergabe_x002d_Nr_x002e_">
      <xsd:simpleType>
        <xsd:restriction base="dms:Text">
          <xsd:maxLength value="255"/>
        </xsd:restriction>
      </xsd:simpleType>
    </xsd:element>
    <xsd:element name="zugeh_x00f6_rigesBKMJahr" ma:index="27" nillable="true" ma:displayName="zugehöriges BKM Jahr" ma:description="welchem BKM Jahr/Antrag ist die zuzuordnen? Im Zweifel von Vergabe ausfüllen lassen" ma:format="Dropdown" ma:internalName="zugeh_x00f6_rigesBKMJah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2024"/>
                    <xsd:enumeration value="2025"/>
                    <xsd:enumeration value="2026"/>
                    <xsd:enumeration value="2027"/>
                    <xsd:enumeration value="2028"/>
                  </xsd:restriction>
                </xsd:simpleType>
              </xsd:element>
            </xsd:sequence>
          </xsd:extension>
        </xsd:complexContent>
      </xsd:complexType>
    </xsd:element>
    <xsd:element name="Vergabeart" ma:index="28" nillable="true" ma:displayName="Vergabeart" ma:format="Dropdown" ma:internalName="Vergabeart">
      <xsd:simpleType>
        <xsd:restriction base="dms:Choice">
          <xsd:enumeration value="Direktvergabe"/>
          <xsd:enumeration value="Verhandlungsvergabe"/>
          <xsd:enumeration value="öffentliche Ausschreibung"/>
          <xsd:enumeration value="freiberufl. Leistung"/>
          <xsd:enumeration value="Alleinstellung"/>
          <xsd:enumeration value="Vorlage"/>
        </xsd:restriction>
      </xsd:simpleType>
    </xsd:element>
    <xsd:element name="Unit" ma:index="29" nillable="true" ma:displayName="Linie" ma:description="welche Unit ist inhaltlich verantwortlich?" ma:format="Dropdown" ma:internalName="Unit">
      <xsd:simpleType>
        <xsd:restriction base="dms:Choice">
          <xsd:enumeration value="HR-Infra"/>
          <xsd:enumeration value="Production"/>
          <xsd:enumeration value="Media Production"/>
          <xsd:enumeration value="Comm_Marketing"/>
          <xsd:enumeration value="Partnership_Sales"/>
          <xsd:enumeration value="Special Programme"/>
          <xsd:enumeration value="Programme"/>
          <xsd:enumeration value="Finance"/>
        </xsd:restriction>
      </xsd:simpleType>
    </xsd:element>
    <xsd:element name="Rahmenvertrag" ma:index="30" nillable="true" ma:displayName="Rahmenvertrag" ma:format="RadioButtons" ma:internalName="Rahmenvertrag">
      <xsd:simpleType>
        <xsd:restriction base="dms:Choice">
          <xsd:enumeration value="Ja"/>
          <xsd:enumeration value="Nein"/>
        </xsd:restriction>
      </xsd:simpleType>
    </xsd:element>
    <xsd:element name="K_x00fc_ndigungsfrist" ma:index="31" nillable="true" ma:displayName="Kündigungsfrist" ma:format="DateOnly" ma:internalName="K_x00fc_ndigungsfrist">
      <xsd:simpleType>
        <xsd:restriction base="dms:DateTime"/>
      </xsd:simpleType>
    </xsd:element>
    <xsd:element name="auto_x002e_Verl_x00e4_ngerung" ma:index="32" nillable="true" ma:displayName="auto. Verlängerung" ma:default="0" ma:format="Dropdown" ma:internalName="auto_x002e_Verl_x00e4_ngerung">
      <xsd:simpleType>
        <xsd:restriction base="dms:Boolean"/>
      </xsd:simpleType>
    </xsd:element>
    <xsd:element name="Leistungsbeschreibung" ma:index="33" nillable="true" ma:displayName="Leistungsbeschreibung" ma:description="sehr kurzer Titel zum groben Verständnis" ma:format="Dropdown" ma:internalName="Leistungsbeschreibun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c3887-b55a-4802-97d5-e5d94ad83c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a5805ef-3f71-44c7-a162-db4ac632f10d}" ma:internalName="TaxCatchAll" ma:showField="CatchAllData" ma:web="c83c3887-b55a-4802-97d5-e5d94ad83c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7B763B-86EE-4DBE-B5DC-E172A1C4F7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299D18-4596-0F43-B8A2-C59DD66175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A9C1DC-CD5C-4D24-8D98-CFEC1A5E45C7}">
  <ds:schemaRefs>
    <ds:schemaRef ds:uri="http://schemas.microsoft.com/office/2006/metadata/properties"/>
    <ds:schemaRef ds:uri="http://schemas.microsoft.com/office/infopath/2007/PartnerControls"/>
    <ds:schemaRef ds:uri="76c4e5b6-54ee-4370-b051-e2ccac5262a8"/>
    <ds:schemaRef ds:uri="c83c3887-b55a-4802-97d5-e5d94ad83cb9"/>
  </ds:schemaRefs>
</ds:datastoreItem>
</file>

<file path=customXml/itemProps4.xml><?xml version="1.0" encoding="utf-8"?>
<ds:datastoreItem xmlns:ds="http://schemas.openxmlformats.org/officeDocument/2006/customXml" ds:itemID="{5950B334-54DC-4C43-86C8-E306535DF012}"/>
</file>

<file path=docProps/app.xml><?xml version="1.0" encoding="utf-8"?>
<Properties xmlns="http://schemas.openxmlformats.org/officeDocument/2006/extended-properties" xmlns:vt="http://schemas.openxmlformats.org/officeDocument/2006/docPropsVTypes">
  <Template>RBX_Briefp_02 nur Logo Kopfzeile.dotx</Template>
  <TotalTime>0</TotalTime>
  <Pages>3</Pages>
  <Words>372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Bauer</dc:creator>
  <cp:keywords/>
  <dc:description/>
  <cp:lastModifiedBy>Christian Haasen</cp:lastModifiedBy>
  <cp:revision>5</cp:revision>
  <dcterms:created xsi:type="dcterms:W3CDTF">2026-02-12T14:41:00Z</dcterms:created>
  <dcterms:modified xsi:type="dcterms:W3CDTF">2026-02-12T14:48:00Z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0x010100E163D451BB7BAD4A80E5F162BC850B3A</vt:lpwstr>
  </property>
  <property fmtid="{D5CDD505-2E9C-101B-9397-08002B2CF9AE}" pid="4" name="WhistID">
    <vt:lpwstr>100169610121412490800469</vt:lpwstr>
  </property>
</Properties>
</file>